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BB0" w:rsidRDefault="007B3BB0">
      <w:pPr>
        <w:pStyle w:val="normal0"/>
        <w:spacing w:after="0" w:line="240" w:lineRule="auto"/>
        <w:rPr>
          <w:rFonts w:ascii="Overlock" w:hAnsi="Overlock" w:cs="Overlock"/>
          <w:b/>
          <w:sz w:val="28"/>
          <w:szCs w:val="28"/>
        </w:rPr>
      </w:pPr>
      <w:r>
        <w:rPr>
          <w:rFonts w:ascii="Overlock" w:hAnsi="Overlock" w:cs="Overlock"/>
          <w:b/>
          <w:sz w:val="28"/>
          <w:szCs w:val="28"/>
        </w:rPr>
        <w:t>ALLEGATO 4</w:t>
      </w:r>
    </w:p>
    <w:p w:rsidR="007B3BB0" w:rsidRDefault="007B3BB0">
      <w:pPr>
        <w:pStyle w:val="normal0"/>
        <w:spacing w:after="0" w:line="240" w:lineRule="auto"/>
        <w:jc w:val="center"/>
        <w:rPr>
          <w:rFonts w:ascii="Overlock" w:hAnsi="Overlock" w:cs="Overlock"/>
          <w:b/>
          <w:sz w:val="28"/>
          <w:szCs w:val="28"/>
        </w:rPr>
      </w:pPr>
    </w:p>
    <w:p w:rsidR="007B3BB0" w:rsidRDefault="007B3BB0">
      <w:pPr>
        <w:pStyle w:val="normal0"/>
        <w:spacing w:after="0" w:line="240" w:lineRule="auto"/>
        <w:jc w:val="center"/>
        <w:rPr>
          <w:rFonts w:ascii="Overlock" w:hAnsi="Overlock" w:cs="Overlock"/>
          <w:color w:val="000000"/>
          <w:sz w:val="28"/>
          <w:szCs w:val="28"/>
        </w:rPr>
      </w:pPr>
      <w:r>
        <w:rPr>
          <w:rFonts w:ascii="Overlock" w:hAnsi="Overlock" w:cs="Overlock"/>
          <w:b/>
          <w:color w:val="000000"/>
          <w:sz w:val="28"/>
          <w:szCs w:val="28"/>
        </w:rPr>
        <w:t>BANDO DI GARA PER CONFERIMENTO INCARICO</w:t>
      </w:r>
    </w:p>
    <w:p w:rsidR="007B3BB0" w:rsidRDefault="007B3BB0">
      <w:pPr>
        <w:pStyle w:val="normal0"/>
        <w:spacing w:after="0" w:line="240" w:lineRule="auto"/>
        <w:jc w:val="center"/>
        <w:rPr>
          <w:rFonts w:ascii="Overlock" w:hAnsi="Overlock" w:cs="Overlock"/>
          <w:color w:val="000000"/>
          <w:sz w:val="28"/>
          <w:szCs w:val="28"/>
        </w:rPr>
      </w:pPr>
      <w:r>
        <w:rPr>
          <w:rFonts w:ascii="Overlock" w:hAnsi="Overlock" w:cs="Overlock"/>
          <w:b/>
          <w:color w:val="000000"/>
          <w:sz w:val="28"/>
          <w:szCs w:val="28"/>
        </w:rPr>
        <w:t>PROFESSIONALE DI ESPERTO IN PSICOLOGIA SCOLASTICA</w:t>
      </w:r>
    </w:p>
    <w:p w:rsidR="007B3BB0" w:rsidRDefault="007B3BB0">
      <w:pPr>
        <w:pStyle w:val="normal0"/>
        <w:spacing w:after="0"/>
        <w:jc w:val="center"/>
        <w:rPr>
          <w:rFonts w:ascii="Overlock" w:hAnsi="Overlock" w:cs="Overlock"/>
          <w:b/>
          <w:i/>
          <w:sz w:val="28"/>
          <w:szCs w:val="28"/>
        </w:rPr>
      </w:pPr>
    </w:p>
    <w:p w:rsidR="007B3BB0" w:rsidRDefault="007B3BB0">
      <w:pPr>
        <w:pStyle w:val="normal0"/>
        <w:spacing w:after="0"/>
        <w:jc w:val="both"/>
        <w:rPr>
          <w:rFonts w:ascii="Overlock" w:hAnsi="Overlock" w:cs="Overlock"/>
          <w:i/>
          <w:sz w:val="28"/>
          <w:szCs w:val="28"/>
        </w:rPr>
      </w:pPr>
    </w:p>
    <w:p w:rsidR="007B3BB0" w:rsidRDefault="007B3BB0">
      <w:pPr>
        <w:pStyle w:val="normal0"/>
        <w:spacing w:after="0"/>
        <w:jc w:val="both"/>
        <w:rPr>
          <w:rFonts w:ascii="Overlock" w:hAnsi="Overlock" w:cs="Overlock"/>
          <w:i/>
          <w:sz w:val="28"/>
          <w:szCs w:val="28"/>
        </w:rPr>
      </w:pPr>
      <w:smartTag w:uri="urn:schemas-microsoft-com:office:smarttags" w:element="PersonName">
        <w:smartTagPr>
          <w:attr w:name="ProductID" w:val="La/Il"/>
        </w:smartTagPr>
        <w:r>
          <w:rPr>
            <w:rFonts w:ascii="Overlock" w:hAnsi="Overlock" w:cs="Overlock"/>
            <w:i/>
            <w:sz w:val="28"/>
            <w:szCs w:val="28"/>
          </w:rPr>
          <w:t>La/Il</w:t>
        </w:r>
      </w:smartTag>
      <w:r>
        <w:rPr>
          <w:rFonts w:ascii="Overlock" w:hAnsi="Overlock" w:cs="Overlock"/>
          <w:i/>
          <w:sz w:val="28"/>
          <w:szCs w:val="28"/>
        </w:rPr>
        <w:t xml:space="preserve"> sottoscritta/o __________________________________________, codice fiscale _____________________, nata/o a _________________________ il ______________________ dichiara, sotto la propria responsabilità, ai sensi dell’art.46 del D.P.R. 445/2000, i seguenti titoli posseduti valevoli ai fini della selezione in oggetto. </w:t>
      </w:r>
    </w:p>
    <w:p w:rsidR="007B3BB0" w:rsidRDefault="007B3BB0">
      <w:pPr>
        <w:pStyle w:val="normal0"/>
        <w:spacing w:after="0"/>
        <w:jc w:val="both"/>
        <w:rPr>
          <w:rFonts w:ascii="Overlock" w:hAnsi="Overlock" w:cs="Overlock"/>
          <w:i/>
          <w:sz w:val="28"/>
          <w:szCs w:val="28"/>
        </w:rPr>
      </w:pPr>
    </w:p>
    <w:p w:rsidR="007B3BB0" w:rsidRDefault="007B3BB0">
      <w:pPr>
        <w:pStyle w:val="normal0"/>
        <w:spacing w:after="0" w:line="240" w:lineRule="auto"/>
        <w:jc w:val="both"/>
        <w:rPr>
          <w:rFonts w:ascii="Overlock" w:hAnsi="Overlock" w:cs="Overlock"/>
          <w:b/>
          <w:color w:val="000000"/>
          <w:sz w:val="24"/>
          <w:szCs w:val="24"/>
        </w:rPr>
      </w:pPr>
    </w:p>
    <w:tbl>
      <w:tblPr>
        <w:tblW w:w="9750" w:type="dxa"/>
        <w:tblBorders>
          <w:top w:val="single" w:sz="4" w:space="0" w:color="B7B7B7"/>
          <w:left w:val="single" w:sz="4" w:space="0" w:color="B7B7B7"/>
          <w:bottom w:val="single" w:sz="4" w:space="0" w:color="B7B7B7"/>
          <w:right w:val="single" w:sz="4" w:space="0" w:color="B7B7B7"/>
          <w:insideH w:val="single" w:sz="4" w:space="0" w:color="B7B7B7"/>
          <w:insideV w:val="single" w:sz="4" w:space="0" w:color="B7B7B7"/>
        </w:tblBorders>
        <w:tblLayout w:type="fixed"/>
        <w:tblLook w:val="0000"/>
      </w:tblPr>
      <w:tblGrid>
        <w:gridCol w:w="3550"/>
        <w:gridCol w:w="1756"/>
        <w:gridCol w:w="2222"/>
        <w:gridCol w:w="2222"/>
      </w:tblGrid>
      <w:tr w:rsidR="007B3BB0" w:rsidTr="00C50906">
        <w:tc>
          <w:tcPr>
            <w:tcW w:w="3548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center"/>
              <w:rPr>
                <w:rFonts w:ascii="Overlock" w:hAnsi="Overlock" w:cs="Overlock"/>
                <w:b/>
                <w:color w:val="000000"/>
                <w:sz w:val="24"/>
                <w:szCs w:val="24"/>
              </w:rPr>
            </w:pPr>
            <w:r w:rsidRPr="00C50906">
              <w:rPr>
                <w:rFonts w:ascii="Overlock" w:hAnsi="Overlock" w:cs="Overlock"/>
                <w:b/>
                <w:color w:val="000000"/>
                <w:sz w:val="24"/>
                <w:szCs w:val="24"/>
              </w:rPr>
              <w:t>CRITERI</w:t>
            </w:r>
          </w:p>
        </w:tc>
        <w:tc>
          <w:tcPr>
            <w:tcW w:w="1756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center"/>
              <w:rPr>
                <w:rFonts w:ascii="Overlock" w:hAnsi="Overlock" w:cs="Overlock"/>
                <w:b/>
                <w:color w:val="000000"/>
                <w:sz w:val="24"/>
                <w:szCs w:val="24"/>
              </w:rPr>
            </w:pPr>
            <w:r w:rsidRPr="00C50906">
              <w:rPr>
                <w:rFonts w:ascii="Overlock" w:hAnsi="Overlock" w:cs="Overlock"/>
                <w:b/>
                <w:color w:val="000000"/>
                <w:sz w:val="24"/>
                <w:szCs w:val="24"/>
              </w:rPr>
              <w:t>PUNTI</w:t>
            </w:r>
          </w:p>
        </w:tc>
        <w:tc>
          <w:tcPr>
            <w:tcW w:w="2222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center"/>
              <w:rPr>
                <w:rFonts w:ascii="Overlock" w:hAnsi="Overlock" w:cs="Overlock"/>
                <w:b/>
                <w:color w:val="000000"/>
                <w:sz w:val="24"/>
                <w:szCs w:val="24"/>
              </w:rPr>
            </w:pPr>
            <w:r w:rsidRPr="00C50906">
              <w:rPr>
                <w:rFonts w:ascii="Overlock" w:hAnsi="Overlock" w:cs="Overlock"/>
                <w:b/>
                <w:sz w:val="24"/>
                <w:szCs w:val="24"/>
              </w:rPr>
              <w:t>PUNTI AUTO-ASSEGNATI DAL CANDIDATO/A</w:t>
            </w:r>
          </w:p>
        </w:tc>
        <w:tc>
          <w:tcPr>
            <w:tcW w:w="2222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center"/>
              <w:rPr>
                <w:rFonts w:ascii="Overlock" w:hAnsi="Overlock" w:cs="Overlock"/>
                <w:b/>
                <w:color w:val="000000"/>
                <w:sz w:val="24"/>
                <w:szCs w:val="24"/>
              </w:rPr>
            </w:pPr>
            <w:r w:rsidRPr="00C50906">
              <w:rPr>
                <w:rFonts w:ascii="Overlock" w:hAnsi="Overlock" w:cs="Overlock"/>
                <w:b/>
                <w:sz w:val="24"/>
                <w:szCs w:val="24"/>
              </w:rPr>
              <w:t>DESCRIZIONE DEL TITOLO E RIFERIMENTO DELLA PAGINA NEL CURRICULUM VITAE</w:t>
            </w:r>
          </w:p>
        </w:tc>
      </w:tr>
      <w:tr w:rsidR="007B3BB0" w:rsidTr="00C50906">
        <w:tc>
          <w:tcPr>
            <w:tcW w:w="3548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both"/>
              <w:rPr>
                <w:rFonts w:ascii="Overlock" w:hAnsi="Overlock" w:cs="Overlock"/>
                <w:color w:val="000000"/>
                <w:sz w:val="24"/>
                <w:szCs w:val="24"/>
              </w:rPr>
            </w:pPr>
            <w:r w:rsidRPr="00C50906">
              <w:rPr>
                <w:rFonts w:ascii="Overlock" w:hAnsi="Overlock" w:cs="Overlock"/>
                <w:color w:val="000000"/>
                <w:sz w:val="24"/>
                <w:szCs w:val="24"/>
              </w:rPr>
              <w:t xml:space="preserve">Laurea Quadriennale (v.o.), o Laurea Magistrale (3+2) in Psicologia con abilitazione all’esercizio della professione di Psicologo (Il curriculum vitae deve indicare espressamente la regione, il numero e la data di iscrizione all’ordine professionale di appartenenza) </w:t>
            </w:r>
          </w:p>
        </w:tc>
        <w:tc>
          <w:tcPr>
            <w:tcW w:w="1756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center"/>
              <w:rPr>
                <w:rFonts w:ascii="Overlock" w:hAnsi="Overlock" w:cs="Overlock"/>
                <w:color w:val="000000"/>
                <w:sz w:val="24"/>
                <w:szCs w:val="24"/>
              </w:rPr>
            </w:pPr>
          </w:p>
        </w:tc>
        <w:tc>
          <w:tcPr>
            <w:tcW w:w="2222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both"/>
              <w:rPr>
                <w:rFonts w:ascii="Overlock" w:hAnsi="Overlock" w:cs="Overlock"/>
                <w:color w:val="000000"/>
                <w:sz w:val="24"/>
                <w:szCs w:val="24"/>
              </w:rPr>
            </w:pPr>
          </w:p>
        </w:tc>
        <w:tc>
          <w:tcPr>
            <w:tcW w:w="2222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both"/>
              <w:rPr>
                <w:rFonts w:ascii="Overlock" w:hAnsi="Overlock" w:cs="Overlock"/>
                <w:color w:val="000000"/>
                <w:sz w:val="24"/>
                <w:szCs w:val="24"/>
              </w:rPr>
            </w:pPr>
          </w:p>
        </w:tc>
      </w:tr>
      <w:tr w:rsidR="007B3BB0" w:rsidTr="00C50906">
        <w:tc>
          <w:tcPr>
            <w:tcW w:w="3548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both"/>
              <w:rPr>
                <w:rFonts w:ascii="Overlock" w:hAnsi="Overlock" w:cs="Overlock"/>
                <w:color w:val="000000"/>
                <w:sz w:val="24"/>
                <w:szCs w:val="24"/>
              </w:rPr>
            </w:pPr>
            <w:r w:rsidRPr="00C50906">
              <w:rPr>
                <w:rFonts w:ascii="Overlock" w:hAnsi="Overlock" w:cs="Overlock"/>
                <w:color w:val="000000"/>
                <w:sz w:val="24"/>
                <w:szCs w:val="24"/>
              </w:rPr>
              <w:t>110 e lode</w:t>
            </w:r>
          </w:p>
        </w:tc>
        <w:tc>
          <w:tcPr>
            <w:tcW w:w="1756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center"/>
              <w:rPr>
                <w:rFonts w:ascii="Overlock" w:hAnsi="Overlock" w:cs="Overlock"/>
                <w:color w:val="000000"/>
                <w:sz w:val="24"/>
                <w:szCs w:val="24"/>
              </w:rPr>
            </w:pPr>
            <w:r w:rsidRPr="00C50906">
              <w:rPr>
                <w:rFonts w:ascii="Overlock" w:hAnsi="Overlock" w:cs="Overlock"/>
                <w:sz w:val="24"/>
                <w:szCs w:val="24"/>
              </w:rPr>
              <w:t>14</w:t>
            </w:r>
          </w:p>
        </w:tc>
        <w:tc>
          <w:tcPr>
            <w:tcW w:w="2222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both"/>
              <w:rPr>
                <w:rFonts w:ascii="Overlock" w:hAnsi="Overlock" w:cs="Overlock"/>
                <w:color w:val="000000"/>
                <w:sz w:val="24"/>
                <w:szCs w:val="24"/>
              </w:rPr>
            </w:pPr>
          </w:p>
        </w:tc>
        <w:tc>
          <w:tcPr>
            <w:tcW w:w="2222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both"/>
              <w:rPr>
                <w:rFonts w:ascii="Overlock" w:hAnsi="Overlock" w:cs="Overlock"/>
                <w:color w:val="000000"/>
                <w:sz w:val="24"/>
                <w:szCs w:val="24"/>
              </w:rPr>
            </w:pPr>
          </w:p>
        </w:tc>
      </w:tr>
      <w:tr w:rsidR="007B3BB0" w:rsidTr="00C50906">
        <w:tc>
          <w:tcPr>
            <w:tcW w:w="3548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both"/>
              <w:rPr>
                <w:rFonts w:ascii="Overlock" w:hAnsi="Overlock" w:cs="Overlock"/>
                <w:color w:val="000000"/>
                <w:sz w:val="24"/>
                <w:szCs w:val="24"/>
              </w:rPr>
            </w:pPr>
            <w:r w:rsidRPr="00C50906">
              <w:rPr>
                <w:rFonts w:ascii="Overlock" w:hAnsi="Overlock" w:cs="Overlock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756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center"/>
              <w:rPr>
                <w:rFonts w:ascii="Overlock" w:hAnsi="Overlock" w:cs="Overlock"/>
                <w:color w:val="000000"/>
                <w:sz w:val="24"/>
                <w:szCs w:val="24"/>
              </w:rPr>
            </w:pPr>
            <w:r w:rsidRPr="00C50906">
              <w:rPr>
                <w:rFonts w:ascii="Overlock" w:hAnsi="Overlock" w:cs="Overlock"/>
                <w:sz w:val="24"/>
                <w:szCs w:val="24"/>
              </w:rPr>
              <w:t>12</w:t>
            </w:r>
          </w:p>
        </w:tc>
        <w:tc>
          <w:tcPr>
            <w:tcW w:w="2222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both"/>
              <w:rPr>
                <w:rFonts w:ascii="Overlock" w:hAnsi="Overlock" w:cs="Overlock"/>
                <w:color w:val="000000"/>
                <w:sz w:val="24"/>
                <w:szCs w:val="24"/>
              </w:rPr>
            </w:pPr>
          </w:p>
        </w:tc>
        <w:tc>
          <w:tcPr>
            <w:tcW w:w="2222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both"/>
              <w:rPr>
                <w:rFonts w:ascii="Overlock" w:hAnsi="Overlock" w:cs="Overlock"/>
                <w:color w:val="000000"/>
                <w:sz w:val="24"/>
                <w:szCs w:val="24"/>
              </w:rPr>
            </w:pPr>
          </w:p>
        </w:tc>
      </w:tr>
      <w:tr w:rsidR="007B3BB0" w:rsidTr="00C50906">
        <w:tc>
          <w:tcPr>
            <w:tcW w:w="3548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both"/>
              <w:rPr>
                <w:rFonts w:ascii="Overlock" w:hAnsi="Overlock" w:cs="Overlock"/>
                <w:color w:val="000000"/>
                <w:sz w:val="24"/>
                <w:szCs w:val="24"/>
              </w:rPr>
            </w:pPr>
            <w:r w:rsidRPr="00C50906">
              <w:rPr>
                <w:rFonts w:ascii="Overlock" w:hAnsi="Overlock" w:cs="Overlock"/>
                <w:color w:val="000000"/>
                <w:sz w:val="24"/>
                <w:szCs w:val="24"/>
              </w:rPr>
              <w:t xml:space="preserve">Da </w:t>
            </w:r>
            <w:smartTag w:uri="urn:schemas-microsoft-com:office:smarttags" w:element="metricconverter">
              <w:smartTagPr>
                <w:attr w:name="ProductID" w:val="109 a"/>
              </w:smartTagPr>
              <w:r w:rsidRPr="00C50906">
                <w:rPr>
                  <w:rFonts w:ascii="Overlock" w:hAnsi="Overlock" w:cs="Overlock"/>
                  <w:color w:val="000000"/>
                  <w:sz w:val="24"/>
                  <w:szCs w:val="24"/>
                </w:rPr>
                <w:t>109 a</w:t>
              </w:r>
            </w:smartTag>
            <w:r w:rsidRPr="00C50906">
              <w:rPr>
                <w:rFonts w:ascii="Overlock" w:hAnsi="Overlock" w:cs="Overlock"/>
                <w:color w:val="000000"/>
                <w:sz w:val="24"/>
                <w:szCs w:val="24"/>
              </w:rPr>
              <w:t xml:space="preserve"> 99</w:t>
            </w:r>
          </w:p>
        </w:tc>
        <w:tc>
          <w:tcPr>
            <w:tcW w:w="1756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center"/>
              <w:rPr>
                <w:rFonts w:ascii="Overlock" w:hAnsi="Overlock" w:cs="Overlock"/>
                <w:color w:val="000000"/>
                <w:sz w:val="24"/>
                <w:szCs w:val="24"/>
              </w:rPr>
            </w:pPr>
            <w:r w:rsidRPr="00C50906">
              <w:rPr>
                <w:rFonts w:ascii="Overlock" w:hAnsi="Overlock" w:cs="Overlock"/>
                <w:sz w:val="24"/>
                <w:szCs w:val="24"/>
              </w:rPr>
              <w:t>10</w:t>
            </w:r>
          </w:p>
        </w:tc>
        <w:tc>
          <w:tcPr>
            <w:tcW w:w="2222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both"/>
              <w:rPr>
                <w:rFonts w:ascii="Overlock" w:hAnsi="Overlock" w:cs="Overlock"/>
                <w:color w:val="000000"/>
                <w:sz w:val="24"/>
                <w:szCs w:val="24"/>
              </w:rPr>
            </w:pPr>
          </w:p>
        </w:tc>
        <w:tc>
          <w:tcPr>
            <w:tcW w:w="2222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both"/>
              <w:rPr>
                <w:rFonts w:ascii="Overlock" w:hAnsi="Overlock" w:cs="Overlock"/>
                <w:color w:val="000000"/>
                <w:sz w:val="24"/>
                <w:szCs w:val="24"/>
              </w:rPr>
            </w:pPr>
          </w:p>
        </w:tc>
      </w:tr>
      <w:tr w:rsidR="007B3BB0" w:rsidTr="00C50906">
        <w:tc>
          <w:tcPr>
            <w:tcW w:w="3548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both"/>
              <w:rPr>
                <w:rFonts w:ascii="Overlock" w:hAnsi="Overlock" w:cs="Overlock"/>
                <w:color w:val="000000"/>
                <w:sz w:val="24"/>
                <w:szCs w:val="24"/>
              </w:rPr>
            </w:pPr>
            <w:r w:rsidRPr="00C50906">
              <w:rPr>
                <w:rFonts w:ascii="Overlock" w:hAnsi="Overlock" w:cs="Overlock"/>
                <w:color w:val="000000"/>
                <w:sz w:val="24"/>
                <w:szCs w:val="24"/>
              </w:rPr>
              <w:t>Fino a 98</w:t>
            </w:r>
          </w:p>
        </w:tc>
        <w:tc>
          <w:tcPr>
            <w:tcW w:w="1756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center"/>
              <w:rPr>
                <w:rFonts w:ascii="Overlock" w:hAnsi="Overlock" w:cs="Overlock"/>
                <w:color w:val="000000"/>
                <w:sz w:val="24"/>
                <w:szCs w:val="24"/>
              </w:rPr>
            </w:pPr>
            <w:r w:rsidRPr="00C50906">
              <w:rPr>
                <w:rFonts w:ascii="Overlock" w:hAnsi="Overlock" w:cs="Overlock"/>
                <w:sz w:val="24"/>
                <w:szCs w:val="24"/>
              </w:rPr>
              <w:t>8</w:t>
            </w:r>
          </w:p>
        </w:tc>
        <w:tc>
          <w:tcPr>
            <w:tcW w:w="2222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both"/>
              <w:rPr>
                <w:rFonts w:ascii="Overlock" w:hAnsi="Overlock" w:cs="Overlock"/>
                <w:color w:val="000000"/>
                <w:sz w:val="24"/>
                <w:szCs w:val="24"/>
              </w:rPr>
            </w:pPr>
          </w:p>
        </w:tc>
        <w:tc>
          <w:tcPr>
            <w:tcW w:w="2222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both"/>
              <w:rPr>
                <w:rFonts w:ascii="Overlock" w:hAnsi="Overlock" w:cs="Overlock"/>
                <w:color w:val="000000"/>
                <w:sz w:val="24"/>
                <w:szCs w:val="24"/>
              </w:rPr>
            </w:pPr>
          </w:p>
        </w:tc>
      </w:tr>
      <w:tr w:rsidR="007B3BB0" w:rsidTr="00C50906">
        <w:tc>
          <w:tcPr>
            <w:tcW w:w="3548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both"/>
              <w:rPr>
                <w:rFonts w:ascii="Overlock" w:hAnsi="Overlock" w:cs="Overlock"/>
                <w:color w:val="000000"/>
                <w:sz w:val="24"/>
                <w:szCs w:val="24"/>
              </w:rPr>
            </w:pPr>
            <w:r w:rsidRPr="00C50906">
              <w:rPr>
                <w:rFonts w:ascii="Overlock" w:hAnsi="Overlock" w:cs="Overlock"/>
                <w:color w:val="000000"/>
                <w:sz w:val="24"/>
                <w:szCs w:val="24"/>
              </w:rPr>
              <w:t>Dottorato di ricerca in discipline psicologiche</w:t>
            </w:r>
          </w:p>
        </w:tc>
        <w:tc>
          <w:tcPr>
            <w:tcW w:w="1756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center"/>
              <w:rPr>
                <w:rFonts w:ascii="Overlock" w:hAnsi="Overlock" w:cs="Overlock"/>
                <w:color w:val="000000"/>
                <w:sz w:val="24"/>
                <w:szCs w:val="24"/>
              </w:rPr>
            </w:pPr>
            <w:r w:rsidRPr="00C50906">
              <w:rPr>
                <w:rFonts w:ascii="Overlock" w:hAnsi="Overlock" w:cs="Overlock"/>
                <w:sz w:val="24"/>
                <w:szCs w:val="24"/>
              </w:rPr>
              <w:t>8</w:t>
            </w:r>
          </w:p>
        </w:tc>
        <w:tc>
          <w:tcPr>
            <w:tcW w:w="2222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both"/>
              <w:rPr>
                <w:rFonts w:ascii="Overlock" w:hAnsi="Overlock" w:cs="Overlock"/>
                <w:color w:val="000000"/>
                <w:sz w:val="24"/>
                <w:szCs w:val="24"/>
              </w:rPr>
            </w:pPr>
          </w:p>
        </w:tc>
        <w:tc>
          <w:tcPr>
            <w:tcW w:w="2222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both"/>
              <w:rPr>
                <w:rFonts w:ascii="Overlock" w:hAnsi="Overlock" w:cs="Overlock"/>
                <w:color w:val="000000"/>
                <w:sz w:val="24"/>
                <w:szCs w:val="24"/>
              </w:rPr>
            </w:pPr>
          </w:p>
        </w:tc>
      </w:tr>
      <w:tr w:rsidR="007B3BB0" w:rsidTr="00C50906">
        <w:tc>
          <w:tcPr>
            <w:tcW w:w="3548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both"/>
              <w:rPr>
                <w:rFonts w:ascii="Overlock" w:hAnsi="Overlock" w:cs="Overlock"/>
                <w:color w:val="000000"/>
                <w:sz w:val="24"/>
                <w:szCs w:val="24"/>
              </w:rPr>
            </w:pPr>
            <w:r w:rsidRPr="00C50906">
              <w:rPr>
                <w:rFonts w:ascii="Overlock" w:hAnsi="Overlock" w:cs="Overlock"/>
                <w:color w:val="000000"/>
                <w:sz w:val="24"/>
                <w:szCs w:val="24"/>
              </w:rPr>
              <w:t>Diploma di Specializzazione in Psicoterapia (Quadriennale) (Titolo di Psicoterapeuta conseguito presso Università o Istituto Privato riconosciuto equipollente presso il Ministero dell’Università e della Ricerca)</w:t>
            </w:r>
          </w:p>
        </w:tc>
        <w:tc>
          <w:tcPr>
            <w:tcW w:w="1756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center"/>
              <w:rPr>
                <w:rFonts w:ascii="Overlock" w:hAnsi="Overlock" w:cs="Overlock"/>
                <w:color w:val="000000"/>
                <w:sz w:val="24"/>
                <w:szCs w:val="24"/>
              </w:rPr>
            </w:pPr>
            <w:r w:rsidRPr="00C50906">
              <w:rPr>
                <w:rFonts w:ascii="Overlock" w:hAnsi="Overlock" w:cs="Overlock"/>
                <w:sz w:val="24"/>
                <w:szCs w:val="24"/>
              </w:rPr>
              <w:t>8</w:t>
            </w:r>
          </w:p>
          <w:p w:rsidR="007B3BB0" w:rsidRPr="00C50906" w:rsidRDefault="007B3BB0" w:rsidP="00C50906">
            <w:pPr>
              <w:pStyle w:val="normal0"/>
              <w:spacing w:after="0" w:line="240" w:lineRule="auto"/>
              <w:jc w:val="center"/>
              <w:rPr>
                <w:rFonts w:ascii="Overlock" w:hAnsi="Overlock" w:cs="Overlock"/>
                <w:i/>
                <w:color w:val="000000"/>
                <w:sz w:val="24"/>
                <w:szCs w:val="24"/>
              </w:rPr>
            </w:pPr>
            <w:r w:rsidRPr="00C50906">
              <w:rPr>
                <w:rFonts w:ascii="Overlock" w:hAnsi="Overlock" w:cs="Overlock"/>
                <w:i/>
                <w:color w:val="000000"/>
              </w:rPr>
              <w:t>( si valuta massimo un titolo)</w:t>
            </w:r>
          </w:p>
        </w:tc>
        <w:tc>
          <w:tcPr>
            <w:tcW w:w="2222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both"/>
              <w:rPr>
                <w:rFonts w:ascii="Overlock" w:hAnsi="Overlock" w:cs="Overlock"/>
                <w:color w:val="000000"/>
                <w:sz w:val="24"/>
                <w:szCs w:val="24"/>
              </w:rPr>
            </w:pPr>
          </w:p>
        </w:tc>
        <w:tc>
          <w:tcPr>
            <w:tcW w:w="2222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both"/>
              <w:rPr>
                <w:rFonts w:ascii="Overlock" w:hAnsi="Overlock" w:cs="Overlock"/>
                <w:color w:val="000000"/>
                <w:sz w:val="24"/>
                <w:szCs w:val="24"/>
              </w:rPr>
            </w:pPr>
          </w:p>
        </w:tc>
      </w:tr>
      <w:tr w:rsidR="007B3BB0" w:rsidTr="00C50906">
        <w:tc>
          <w:tcPr>
            <w:tcW w:w="3548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both"/>
              <w:rPr>
                <w:rFonts w:ascii="Overlock" w:hAnsi="Overlock" w:cs="Overlock"/>
                <w:color w:val="000000"/>
                <w:sz w:val="24"/>
                <w:szCs w:val="24"/>
              </w:rPr>
            </w:pPr>
            <w:r w:rsidRPr="00C50906">
              <w:rPr>
                <w:rFonts w:ascii="Overlock" w:hAnsi="Overlock" w:cs="Overlock"/>
                <w:color w:val="000000"/>
                <w:sz w:val="24"/>
                <w:szCs w:val="24"/>
              </w:rPr>
              <w:t>Diploma di Specializzazione in Discipline Psicologiche (Titolo di Specialista conseguito presso Università o Istituto Privato riconosciuto equipollente presso il Ministero dell’Università e della Ricerca)</w:t>
            </w:r>
          </w:p>
        </w:tc>
        <w:tc>
          <w:tcPr>
            <w:tcW w:w="1756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center"/>
              <w:rPr>
                <w:rFonts w:ascii="Overlock" w:hAnsi="Overlock" w:cs="Overlock"/>
                <w:color w:val="000000"/>
                <w:sz w:val="24"/>
                <w:szCs w:val="24"/>
              </w:rPr>
            </w:pPr>
            <w:r w:rsidRPr="00C50906">
              <w:rPr>
                <w:rFonts w:ascii="Overlock" w:hAnsi="Overlock" w:cs="Overlock"/>
                <w:color w:val="000000"/>
                <w:sz w:val="24"/>
                <w:szCs w:val="24"/>
              </w:rPr>
              <w:t xml:space="preserve">3 per ciascun corso </w:t>
            </w:r>
          </w:p>
          <w:p w:rsidR="007B3BB0" w:rsidRPr="00C50906" w:rsidRDefault="007B3BB0" w:rsidP="00C50906">
            <w:pPr>
              <w:pStyle w:val="normal0"/>
              <w:spacing w:after="0" w:line="240" w:lineRule="auto"/>
              <w:jc w:val="center"/>
              <w:rPr>
                <w:rFonts w:ascii="Overlock" w:hAnsi="Overlock" w:cs="Overlock"/>
                <w:i/>
                <w:color w:val="000000"/>
                <w:sz w:val="24"/>
                <w:szCs w:val="24"/>
              </w:rPr>
            </w:pPr>
            <w:r w:rsidRPr="00C50906">
              <w:rPr>
                <w:rFonts w:ascii="Overlock" w:hAnsi="Overlock" w:cs="Overlock"/>
                <w:i/>
                <w:color w:val="000000"/>
                <w:sz w:val="24"/>
                <w:szCs w:val="24"/>
              </w:rPr>
              <w:t>(</w:t>
            </w:r>
            <w:r w:rsidRPr="00C50906">
              <w:rPr>
                <w:rFonts w:ascii="Overlock" w:hAnsi="Overlock" w:cs="Overlock"/>
                <w:i/>
                <w:color w:val="000000"/>
              </w:rPr>
              <w:t>Si valutano massimo 2 titoli)</w:t>
            </w:r>
          </w:p>
        </w:tc>
        <w:tc>
          <w:tcPr>
            <w:tcW w:w="2222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both"/>
              <w:rPr>
                <w:rFonts w:ascii="Overlock" w:hAnsi="Overlock" w:cs="Overlock"/>
                <w:color w:val="000000"/>
                <w:sz w:val="24"/>
                <w:szCs w:val="24"/>
              </w:rPr>
            </w:pPr>
          </w:p>
        </w:tc>
        <w:tc>
          <w:tcPr>
            <w:tcW w:w="2222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both"/>
              <w:rPr>
                <w:rFonts w:ascii="Overlock" w:hAnsi="Overlock" w:cs="Overlock"/>
                <w:color w:val="000000"/>
                <w:sz w:val="24"/>
                <w:szCs w:val="24"/>
              </w:rPr>
            </w:pPr>
          </w:p>
        </w:tc>
      </w:tr>
      <w:tr w:rsidR="007B3BB0" w:rsidTr="00C50906">
        <w:tc>
          <w:tcPr>
            <w:tcW w:w="3548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both"/>
              <w:rPr>
                <w:rFonts w:ascii="Overlock" w:hAnsi="Overlock" w:cs="Overlock"/>
                <w:color w:val="000000"/>
                <w:sz w:val="24"/>
                <w:szCs w:val="24"/>
              </w:rPr>
            </w:pPr>
            <w:r w:rsidRPr="00C50906">
              <w:rPr>
                <w:rFonts w:ascii="Overlock" w:hAnsi="Overlock" w:cs="Overlock"/>
                <w:color w:val="000000"/>
                <w:sz w:val="24"/>
                <w:szCs w:val="24"/>
              </w:rPr>
              <w:t>Master Post-Lauream in discipline Psicologiche di durata Annuale strettamente attinente alla psicologia scolastica (Titolo conseguito presso Università o Istituto Privato riconosciuto equipollente presso il Ministero dell’Università e della Ricerca- almeno 60 crediti CFU)</w:t>
            </w:r>
          </w:p>
        </w:tc>
        <w:tc>
          <w:tcPr>
            <w:tcW w:w="1756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center"/>
              <w:rPr>
                <w:rFonts w:ascii="Overlock" w:hAnsi="Overlock" w:cs="Overlock"/>
                <w:color w:val="000000"/>
                <w:sz w:val="24"/>
                <w:szCs w:val="24"/>
              </w:rPr>
            </w:pPr>
            <w:r w:rsidRPr="00C50906">
              <w:rPr>
                <w:rFonts w:ascii="Overlock" w:hAnsi="Overlock" w:cs="Overlock"/>
                <w:color w:val="000000"/>
                <w:sz w:val="24"/>
                <w:szCs w:val="24"/>
              </w:rPr>
              <w:t>2</w:t>
            </w:r>
          </w:p>
          <w:p w:rsidR="007B3BB0" w:rsidRPr="00C50906" w:rsidRDefault="007B3BB0" w:rsidP="00C50906">
            <w:pPr>
              <w:pStyle w:val="normal0"/>
              <w:spacing w:after="0" w:line="240" w:lineRule="auto"/>
              <w:jc w:val="center"/>
              <w:rPr>
                <w:rFonts w:ascii="Overlock" w:hAnsi="Overlock" w:cs="Overlock"/>
                <w:i/>
                <w:sz w:val="24"/>
                <w:szCs w:val="24"/>
              </w:rPr>
            </w:pPr>
            <w:r w:rsidRPr="00C50906">
              <w:rPr>
                <w:rFonts w:ascii="Overlock" w:hAnsi="Overlock" w:cs="Overlock"/>
                <w:i/>
              </w:rPr>
              <w:t xml:space="preserve">Per ogni master conseguito (Si valutano massimo 2 titoli) </w:t>
            </w:r>
          </w:p>
        </w:tc>
        <w:tc>
          <w:tcPr>
            <w:tcW w:w="2222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both"/>
              <w:rPr>
                <w:rFonts w:ascii="Overlock" w:hAnsi="Overlock" w:cs="Overlock"/>
                <w:color w:val="000000"/>
                <w:sz w:val="24"/>
                <w:szCs w:val="24"/>
              </w:rPr>
            </w:pPr>
          </w:p>
        </w:tc>
        <w:tc>
          <w:tcPr>
            <w:tcW w:w="2222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both"/>
              <w:rPr>
                <w:rFonts w:ascii="Overlock" w:hAnsi="Overlock" w:cs="Overlock"/>
                <w:color w:val="000000"/>
                <w:sz w:val="24"/>
                <w:szCs w:val="24"/>
              </w:rPr>
            </w:pPr>
          </w:p>
        </w:tc>
      </w:tr>
      <w:tr w:rsidR="007B3BB0" w:rsidTr="00C50906">
        <w:tc>
          <w:tcPr>
            <w:tcW w:w="3548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both"/>
              <w:rPr>
                <w:rFonts w:ascii="Overlock" w:hAnsi="Overlock" w:cs="Overlock"/>
                <w:sz w:val="24"/>
                <w:szCs w:val="24"/>
              </w:rPr>
            </w:pPr>
            <w:r w:rsidRPr="00C50906">
              <w:rPr>
                <w:rFonts w:ascii="Overlock" w:hAnsi="Overlock" w:cs="Overlock"/>
                <w:sz w:val="24"/>
                <w:szCs w:val="24"/>
              </w:rPr>
              <w:t>Master Post-Lauream in discipline Psicologiche di durata Annuale non strettamente attinente alla psicologia scolastica (Titolo conseguito presso Università o Istituto Privato riconosciuto equipollente presso il Ministero dell’Università e della Ricerca- almeno 60 crediti CFU)</w:t>
            </w:r>
          </w:p>
        </w:tc>
        <w:tc>
          <w:tcPr>
            <w:tcW w:w="1756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center"/>
              <w:rPr>
                <w:rFonts w:ascii="Overlock" w:hAnsi="Overlock" w:cs="Overlock"/>
                <w:sz w:val="24"/>
                <w:szCs w:val="24"/>
              </w:rPr>
            </w:pPr>
            <w:r w:rsidRPr="00C50906">
              <w:rPr>
                <w:rFonts w:ascii="Overlock" w:hAnsi="Overlock" w:cs="Overlock"/>
                <w:sz w:val="24"/>
                <w:szCs w:val="24"/>
              </w:rPr>
              <w:t>1</w:t>
            </w:r>
          </w:p>
          <w:p w:rsidR="007B3BB0" w:rsidRPr="00C50906" w:rsidRDefault="007B3BB0" w:rsidP="00C50906">
            <w:pPr>
              <w:pStyle w:val="normal0"/>
              <w:spacing w:after="0" w:line="240" w:lineRule="auto"/>
              <w:jc w:val="center"/>
              <w:rPr>
                <w:rFonts w:ascii="Overlock" w:hAnsi="Overlock" w:cs="Overlock"/>
                <w:sz w:val="24"/>
                <w:szCs w:val="24"/>
              </w:rPr>
            </w:pPr>
            <w:r w:rsidRPr="00C50906">
              <w:rPr>
                <w:rFonts w:ascii="Overlock" w:hAnsi="Overlock" w:cs="Overlock"/>
                <w:i/>
              </w:rPr>
              <w:t xml:space="preserve">Per ogni master conseguito (Si valutano massimo 2 titoli) </w:t>
            </w:r>
          </w:p>
        </w:tc>
        <w:tc>
          <w:tcPr>
            <w:tcW w:w="2222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both"/>
              <w:rPr>
                <w:rFonts w:ascii="Overlock" w:hAnsi="Overlock" w:cs="Overlock"/>
                <w:color w:val="000000"/>
                <w:sz w:val="24"/>
                <w:szCs w:val="24"/>
              </w:rPr>
            </w:pPr>
          </w:p>
        </w:tc>
        <w:tc>
          <w:tcPr>
            <w:tcW w:w="2222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both"/>
              <w:rPr>
                <w:rFonts w:ascii="Overlock" w:hAnsi="Overlock" w:cs="Overlock"/>
                <w:color w:val="000000"/>
                <w:sz w:val="24"/>
                <w:szCs w:val="24"/>
              </w:rPr>
            </w:pPr>
          </w:p>
        </w:tc>
      </w:tr>
      <w:tr w:rsidR="007B3BB0" w:rsidTr="00C50906">
        <w:tc>
          <w:tcPr>
            <w:tcW w:w="3548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both"/>
              <w:rPr>
                <w:rFonts w:ascii="Overlock" w:hAnsi="Overlock" w:cs="Overlock"/>
                <w:color w:val="000000"/>
                <w:sz w:val="24"/>
                <w:szCs w:val="24"/>
              </w:rPr>
            </w:pPr>
            <w:r w:rsidRPr="00C50906">
              <w:rPr>
                <w:rFonts w:ascii="Overlock" w:hAnsi="Overlock" w:cs="Overlock"/>
                <w:color w:val="000000"/>
                <w:sz w:val="24"/>
                <w:szCs w:val="24"/>
              </w:rPr>
              <w:t>Master Post-Lauream in discipline Psicologiche di durata Biennale strettamente a</w:t>
            </w:r>
            <w:r w:rsidRPr="00C50906">
              <w:rPr>
                <w:rFonts w:ascii="Overlock" w:hAnsi="Overlock" w:cs="Overlock"/>
                <w:sz w:val="24"/>
                <w:szCs w:val="24"/>
              </w:rPr>
              <w:t xml:space="preserve">ttinente alla psicologia scolastica </w:t>
            </w:r>
            <w:r w:rsidRPr="00C50906">
              <w:rPr>
                <w:rFonts w:ascii="Overlock" w:hAnsi="Overlock" w:cs="Overlock"/>
                <w:color w:val="000000"/>
                <w:sz w:val="24"/>
                <w:szCs w:val="24"/>
              </w:rPr>
              <w:t>(Titolo conseguito presso Università o Istituto Privato riconosciuto equipollente presso il Ministero dell’Università e della Ricerca- almeno 120 crediti CFU)</w:t>
            </w:r>
          </w:p>
        </w:tc>
        <w:tc>
          <w:tcPr>
            <w:tcW w:w="1756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center"/>
              <w:rPr>
                <w:rFonts w:ascii="Overlock" w:hAnsi="Overlock" w:cs="Overlock"/>
                <w:color w:val="000000"/>
                <w:sz w:val="24"/>
                <w:szCs w:val="24"/>
              </w:rPr>
            </w:pPr>
            <w:r w:rsidRPr="00C50906">
              <w:rPr>
                <w:rFonts w:ascii="Overlock" w:hAnsi="Overlock" w:cs="Overlock"/>
                <w:color w:val="000000"/>
                <w:sz w:val="24"/>
                <w:szCs w:val="24"/>
              </w:rPr>
              <w:t>3</w:t>
            </w:r>
          </w:p>
          <w:p w:rsidR="007B3BB0" w:rsidRPr="00C50906" w:rsidRDefault="007B3BB0" w:rsidP="00C50906">
            <w:pPr>
              <w:pStyle w:val="normal0"/>
              <w:spacing w:after="0" w:line="240" w:lineRule="auto"/>
              <w:jc w:val="center"/>
              <w:rPr>
                <w:rFonts w:ascii="Overlock" w:hAnsi="Overlock" w:cs="Overlock"/>
                <w:color w:val="000000"/>
                <w:sz w:val="24"/>
                <w:szCs w:val="24"/>
              </w:rPr>
            </w:pPr>
            <w:r w:rsidRPr="00C50906">
              <w:rPr>
                <w:rFonts w:ascii="Overlock" w:hAnsi="Overlock" w:cs="Overlock"/>
                <w:i/>
                <w:color w:val="000000"/>
              </w:rPr>
              <w:t xml:space="preserve">Per ogni master conseguito </w:t>
            </w:r>
            <w:r w:rsidRPr="00C50906">
              <w:rPr>
                <w:rFonts w:ascii="Overlock" w:hAnsi="Overlock" w:cs="Overlock"/>
                <w:i/>
              </w:rPr>
              <w:t>(Si valutano massimo 2 titoli)</w:t>
            </w:r>
          </w:p>
        </w:tc>
        <w:tc>
          <w:tcPr>
            <w:tcW w:w="2222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both"/>
              <w:rPr>
                <w:rFonts w:ascii="Overlock" w:hAnsi="Overlock" w:cs="Overlock"/>
                <w:color w:val="000000"/>
                <w:sz w:val="24"/>
                <w:szCs w:val="24"/>
              </w:rPr>
            </w:pPr>
          </w:p>
        </w:tc>
        <w:tc>
          <w:tcPr>
            <w:tcW w:w="2222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both"/>
              <w:rPr>
                <w:rFonts w:ascii="Overlock" w:hAnsi="Overlock" w:cs="Overlock"/>
                <w:color w:val="000000"/>
                <w:sz w:val="24"/>
                <w:szCs w:val="24"/>
              </w:rPr>
            </w:pPr>
          </w:p>
        </w:tc>
      </w:tr>
      <w:tr w:rsidR="007B3BB0" w:rsidTr="00C50906">
        <w:tc>
          <w:tcPr>
            <w:tcW w:w="3548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both"/>
              <w:rPr>
                <w:rFonts w:ascii="Overlock" w:hAnsi="Overlock" w:cs="Overlock"/>
                <w:color w:val="000000"/>
                <w:sz w:val="24"/>
                <w:szCs w:val="24"/>
              </w:rPr>
            </w:pPr>
            <w:r w:rsidRPr="00C50906">
              <w:rPr>
                <w:rFonts w:ascii="Overlock" w:hAnsi="Overlock" w:cs="Overlock"/>
                <w:sz w:val="24"/>
                <w:szCs w:val="24"/>
              </w:rPr>
              <w:t>Master Post-Lauream in discipline Psicologiche di durata Biennale non strettamente attinente alla psicologia scolastica (Titolo conseguito presso Università o Istituto Privato riconosciuto equipollente presso il Ministero dell’Università e della Ricerca- almeno 120 crediti CFU)</w:t>
            </w:r>
          </w:p>
        </w:tc>
        <w:tc>
          <w:tcPr>
            <w:tcW w:w="1756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center"/>
              <w:rPr>
                <w:rFonts w:ascii="Overlock" w:hAnsi="Overlock" w:cs="Overlock"/>
                <w:sz w:val="24"/>
                <w:szCs w:val="24"/>
              </w:rPr>
            </w:pPr>
            <w:r w:rsidRPr="00C50906">
              <w:rPr>
                <w:rFonts w:ascii="Overlock" w:hAnsi="Overlock" w:cs="Overlock"/>
                <w:sz w:val="24"/>
                <w:szCs w:val="24"/>
              </w:rPr>
              <w:t>2</w:t>
            </w:r>
          </w:p>
          <w:p w:rsidR="007B3BB0" w:rsidRPr="00C50906" w:rsidRDefault="007B3BB0" w:rsidP="00C50906">
            <w:pPr>
              <w:pStyle w:val="normal0"/>
              <w:spacing w:after="0" w:line="240" w:lineRule="auto"/>
              <w:jc w:val="center"/>
              <w:rPr>
                <w:rFonts w:ascii="Overlock" w:hAnsi="Overlock" w:cs="Overlock"/>
                <w:sz w:val="24"/>
                <w:szCs w:val="24"/>
              </w:rPr>
            </w:pPr>
            <w:r w:rsidRPr="00C50906">
              <w:rPr>
                <w:rFonts w:ascii="Overlock" w:hAnsi="Overlock" w:cs="Overlock"/>
                <w:i/>
              </w:rPr>
              <w:t>Per ogni master conseguito (Si valutano massimo 2 titoli)</w:t>
            </w:r>
          </w:p>
        </w:tc>
        <w:tc>
          <w:tcPr>
            <w:tcW w:w="2222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both"/>
              <w:rPr>
                <w:rFonts w:ascii="Overlock" w:hAnsi="Overlock" w:cs="Overlock"/>
                <w:color w:val="000000"/>
                <w:sz w:val="24"/>
                <w:szCs w:val="24"/>
              </w:rPr>
            </w:pPr>
          </w:p>
        </w:tc>
        <w:tc>
          <w:tcPr>
            <w:tcW w:w="2222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both"/>
              <w:rPr>
                <w:rFonts w:ascii="Overlock" w:hAnsi="Overlock" w:cs="Overlock"/>
                <w:color w:val="000000"/>
                <w:sz w:val="24"/>
                <w:szCs w:val="24"/>
              </w:rPr>
            </w:pPr>
          </w:p>
        </w:tc>
      </w:tr>
      <w:tr w:rsidR="007B3BB0" w:rsidTr="00C50906">
        <w:tc>
          <w:tcPr>
            <w:tcW w:w="3548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both"/>
              <w:rPr>
                <w:rFonts w:ascii="Overlock" w:hAnsi="Overlock" w:cs="Overlock"/>
                <w:color w:val="000000"/>
                <w:sz w:val="24"/>
                <w:szCs w:val="24"/>
              </w:rPr>
            </w:pPr>
            <w:r w:rsidRPr="00C50906">
              <w:rPr>
                <w:rFonts w:ascii="Overlock" w:hAnsi="Overlock" w:cs="Overlock"/>
                <w:color w:val="000000"/>
                <w:sz w:val="24"/>
                <w:szCs w:val="24"/>
              </w:rPr>
              <w:t>Corsi di Alta Formazione o Master non universitari di almeno 1500 ore (pari a 60 crediti Cfu) documentate e certificate sull’attestato di frequenza</w:t>
            </w:r>
          </w:p>
        </w:tc>
        <w:tc>
          <w:tcPr>
            <w:tcW w:w="1756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center"/>
              <w:rPr>
                <w:rFonts w:ascii="Overlock" w:hAnsi="Overlock" w:cs="Overlock"/>
                <w:color w:val="000000"/>
                <w:sz w:val="24"/>
                <w:szCs w:val="24"/>
              </w:rPr>
            </w:pPr>
            <w:r w:rsidRPr="00C50906">
              <w:rPr>
                <w:rFonts w:ascii="Overlock" w:hAnsi="Overlock" w:cs="Overlock"/>
                <w:color w:val="000000"/>
                <w:sz w:val="24"/>
                <w:szCs w:val="24"/>
              </w:rPr>
              <w:t>1 per ciascun corso</w:t>
            </w:r>
          </w:p>
          <w:p w:rsidR="007B3BB0" w:rsidRPr="00C50906" w:rsidRDefault="007B3BB0" w:rsidP="00C50906">
            <w:pPr>
              <w:pStyle w:val="normal0"/>
              <w:spacing w:after="0" w:line="240" w:lineRule="auto"/>
              <w:jc w:val="center"/>
              <w:rPr>
                <w:rFonts w:ascii="Overlock" w:hAnsi="Overlock" w:cs="Overlock"/>
                <w:color w:val="000000"/>
                <w:sz w:val="24"/>
                <w:szCs w:val="24"/>
              </w:rPr>
            </w:pPr>
            <w:r w:rsidRPr="00C50906">
              <w:rPr>
                <w:rFonts w:ascii="Overlock" w:hAnsi="Overlock" w:cs="Overlock"/>
                <w:i/>
                <w:color w:val="000000"/>
                <w:sz w:val="24"/>
                <w:szCs w:val="24"/>
              </w:rPr>
              <w:t>(Si valutano massimo 2 titoli)</w:t>
            </w:r>
          </w:p>
        </w:tc>
        <w:tc>
          <w:tcPr>
            <w:tcW w:w="2222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both"/>
              <w:rPr>
                <w:rFonts w:ascii="Overlock" w:hAnsi="Overlock" w:cs="Overlock"/>
                <w:color w:val="000000"/>
                <w:sz w:val="24"/>
                <w:szCs w:val="24"/>
              </w:rPr>
            </w:pPr>
          </w:p>
        </w:tc>
        <w:tc>
          <w:tcPr>
            <w:tcW w:w="2222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both"/>
              <w:rPr>
                <w:rFonts w:ascii="Overlock" w:hAnsi="Overlock" w:cs="Overlock"/>
                <w:color w:val="000000"/>
                <w:sz w:val="24"/>
                <w:szCs w:val="24"/>
              </w:rPr>
            </w:pPr>
          </w:p>
        </w:tc>
      </w:tr>
      <w:tr w:rsidR="007B3BB0" w:rsidTr="00C50906">
        <w:tc>
          <w:tcPr>
            <w:tcW w:w="3548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both"/>
              <w:rPr>
                <w:rFonts w:ascii="Overlock" w:hAnsi="Overlock" w:cs="Overlock"/>
                <w:color w:val="000000"/>
                <w:sz w:val="24"/>
                <w:szCs w:val="24"/>
              </w:rPr>
            </w:pPr>
            <w:r w:rsidRPr="00C50906">
              <w:rPr>
                <w:rFonts w:ascii="Overlock" w:hAnsi="Overlock" w:cs="Overlock"/>
                <w:color w:val="000000"/>
                <w:sz w:val="24"/>
                <w:szCs w:val="24"/>
              </w:rPr>
              <w:t>Interventi in ambito scolastico Attività di consulenza e sportello di ascolto e/o Progetti formativi afferenti al tema rivolti a minori e a famiglie, accreditate e certificate da regolare contratto di prestazione d’opera professionale per la durata di non meno di 50 ore Interventi in ambito extrascolastico</w:t>
            </w:r>
          </w:p>
        </w:tc>
        <w:tc>
          <w:tcPr>
            <w:tcW w:w="1756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center"/>
              <w:rPr>
                <w:rFonts w:ascii="Overlock" w:hAnsi="Overlock" w:cs="Overlock"/>
                <w:color w:val="000000"/>
                <w:sz w:val="24"/>
                <w:szCs w:val="24"/>
              </w:rPr>
            </w:pPr>
            <w:r w:rsidRPr="00C50906">
              <w:rPr>
                <w:rFonts w:ascii="Overlock" w:hAnsi="Overlock" w:cs="Overlock"/>
                <w:color w:val="000000"/>
                <w:sz w:val="24"/>
                <w:szCs w:val="24"/>
              </w:rPr>
              <w:t>4</w:t>
            </w:r>
          </w:p>
          <w:p w:rsidR="007B3BB0" w:rsidRPr="00C50906" w:rsidRDefault="007B3BB0" w:rsidP="00C50906">
            <w:pPr>
              <w:pStyle w:val="normal0"/>
              <w:spacing w:after="0" w:line="240" w:lineRule="auto"/>
              <w:jc w:val="center"/>
              <w:rPr>
                <w:rFonts w:ascii="Overlock" w:hAnsi="Overlock" w:cs="Overlock"/>
                <w:color w:val="000000"/>
                <w:sz w:val="24"/>
                <w:szCs w:val="24"/>
              </w:rPr>
            </w:pPr>
            <w:r w:rsidRPr="00C50906">
              <w:rPr>
                <w:rFonts w:ascii="Overlock" w:hAnsi="Overlock" w:cs="Overlock"/>
                <w:color w:val="000000"/>
                <w:sz w:val="24"/>
                <w:szCs w:val="24"/>
              </w:rPr>
              <w:t xml:space="preserve"> per ciascun intervento</w:t>
            </w:r>
          </w:p>
          <w:p w:rsidR="007B3BB0" w:rsidRPr="00C50906" w:rsidRDefault="007B3BB0" w:rsidP="00C50906">
            <w:pPr>
              <w:pStyle w:val="normal0"/>
              <w:spacing w:after="0" w:line="240" w:lineRule="auto"/>
              <w:jc w:val="center"/>
              <w:rPr>
                <w:rFonts w:ascii="Overlock" w:hAnsi="Overlock" w:cs="Overlock"/>
                <w:i/>
                <w:color w:val="000000"/>
              </w:rPr>
            </w:pPr>
            <w:r w:rsidRPr="00C50906">
              <w:rPr>
                <w:rFonts w:ascii="Overlock" w:hAnsi="Overlock" w:cs="Overlock"/>
                <w:color w:val="000000"/>
                <w:sz w:val="24"/>
                <w:szCs w:val="24"/>
              </w:rPr>
              <w:t xml:space="preserve"> </w:t>
            </w:r>
            <w:r w:rsidRPr="00C50906">
              <w:rPr>
                <w:rFonts w:ascii="Overlock" w:hAnsi="Overlock" w:cs="Overlock"/>
                <w:i/>
                <w:color w:val="000000"/>
              </w:rPr>
              <w:t>(si valutano max 5 esperienze)</w:t>
            </w:r>
          </w:p>
        </w:tc>
        <w:tc>
          <w:tcPr>
            <w:tcW w:w="2222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both"/>
              <w:rPr>
                <w:rFonts w:ascii="Overlock" w:hAnsi="Overlock" w:cs="Overlock"/>
                <w:color w:val="000000"/>
                <w:sz w:val="24"/>
                <w:szCs w:val="24"/>
              </w:rPr>
            </w:pPr>
          </w:p>
        </w:tc>
        <w:tc>
          <w:tcPr>
            <w:tcW w:w="2222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both"/>
              <w:rPr>
                <w:rFonts w:ascii="Overlock" w:hAnsi="Overlock" w:cs="Overlock"/>
                <w:color w:val="000000"/>
                <w:sz w:val="24"/>
                <w:szCs w:val="24"/>
              </w:rPr>
            </w:pPr>
          </w:p>
        </w:tc>
      </w:tr>
      <w:tr w:rsidR="007B3BB0" w:rsidTr="00C50906">
        <w:tc>
          <w:tcPr>
            <w:tcW w:w="3548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both"/>
              <w:rPr>
                <w:rFonts w:ascii="Overlock" w:hAnsi="Overlock" w:cs="Overlock"/>
                <w:sz w:val="24"/>
                <w:szCs w:val="24"/>
              </w:rPr>
            </w:pPr>
            <w:r w:rsidRPr="00C50906">
              <w:rPr>
                <w:rFonts w:ascii="Overlock" w:hAnsi="Overlock" w:cs="Overlock"/>
                <w:sz w:val="24"/>
                <w:szCs w:val="24"/>
              </w:rPr>
              <w:t>Attività di consulenza e sportello di ascolto e/o Progetti formativi afferenti al tema rivolti a minori e a famiglie presso Cooperative sociali, Enti ed organizzazioni, accreditate e certificate da regolare contratto di prestazione d’opera professionale della durata di non meno di 20 ore</w:t>
            </w:r>
          </w:p>
        </w:tc>
        <w:tc>
          <w:tcPr>
            <w:tcW w:w="1756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center"/>
              <w:rPr>
                <w:rFonts w:ascii="Overlock" w:hAnsi="Overlock" w:cs="Overlock"/>
                <w:sz w:val="24"/>
                <w:szCs w:val="24"/>
              </w:rPr>
            </w:pPr>
            <w:r w:rsidRPr="00C50906">
              <w:rPr>
                <w:rFonts w:ascii="Overlock" w:hAnsi="Overlock" w:cs="Overlock"/>
                <w:sz w:val="24"/>
                <w:szCs w:val="24"/>
              </w:rPr>
              <w:t xml:space="preserve"> 2 </w:t>
            </w:r>
          </w:p>
          <w:p w:rsidR="007B3BB0" w:rsidRPr="00C50906" w:rsidRDefault="007B3BB0" w:rsidP="00C50906">
            <w:pPr>
              <w:pStyle w:val="normal0"/>
              <w:spacing w:after="0" w:line="240" w:lineRule="auto"/>
              <w:jc w:val="center"/>
              <w:rPr>
                <w:rFonts w:ascii="Overlock" w:hAnsi="Overlock" w:cs="Overlock"/>
                <w:sz w:val="24"/>
                <w:szCs w:val="24"/>
              </w:rPr>
            </w:pPr>
            <w:r w:rsidRPr="00C50906">
              <w:rPr>
                <w:rFonts w:ascii="Overlock" w:hAnsi="Overlock" w:cs="Overlock"/>
                <w:sz w:val="24"/>
                <w:szCs w:val="24"/>
              </w:rPr>
              <w:t>per ciascun intervento</w:t>
            </w:r>
          </w:p>
          <w:p w:rsidR="007B3BB0" w:rsidRPr="00C50906" w:rsidRDefault="007B3BB0" w:rsidP="00C50906">
            <w:pPr>
              <w:pStyle w:val="normal0"/>
              <w:spacing w:after="0" w:line="240" w:lineRule="auto"/>
              <w:jc w:val="center"/>
              <w:rPr>
                <w:rFonts w:ascii="Overlock" w:hAnsi="Overlock" w:cs="Overlock"/>
                <w:sz w:val="24"/>
                <w:szCs w:val="24"/>
              </w:rPr>
            </w:pPr>
            <w:r w:rsidRPr="00C50906">
              <w:rPr>
                <w:rFonts w:ascii="Overlock" w:hAnsi="Overlock" w:cs="Overlock"/>
                <w:i/>
              </w:rPr>
              <w:t xml:space="preserve"> (si valutano max 5 esperienze)</w:t>
            </w:r>
          </w:p>
        </w:tc>
        <w:tc>
          <w:tcPr>
            <w:tcW w:w="2222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both"/>
              <w:rPr>
                <w:rFonts w:ascii="Overlock" w:hAnsi="Overlock" w:cs="Overlock"/>
                <w:color w:val="000000"/>
                <w:sz w:val="24"/>
                <w:szCs w:val="24"/>
              </w:rPr>
            </w:pPr>
          </w:p>
        </w:tc>
        <w:tc>
          <w:tcPr>
            <w:tcW w:w="2222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both"/>
              <w:rPr>
                <w:rFonts w:ascii="Overlock" w:hAnsi="Overlock" w:cs="Overlock"/>
                <w:color w:val="000000"/>
                <w:sz w:val="24"/>
                <w:szCs w:val="24"/>
              </w:rPr>
            </w:pPr>
          </w:p>
        </w:tc>
      </w:tr>
      <w:tr w:rsidR="007B3BB0" w:rsidTr="00C50906">
        <w:tc>
          <w:tcPr>
            <w:tcW w:w="3548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both"/>
              <w:rPr>
                <w:rFonts w:ascii="Overlock" w:hAnsi="Overlock" w:cs="Overlock"/>
                <w:color w:val="000000"/>
                <w:sz w:val="24"/>
                <w:szCs w:val="24"/>
              </w:rPr>
            </w:pPr>
            <w:r w:rsidRPr="00C50906">
              <w:rPr>
                <w:rFonts w:ascii="Overlock" w:hAnsi="Overlock" w:cs="Overlock"/>
                <w:color w:val="000000"/>
                <w:sz w:val="24"/>
                <w:szCs w:val="24"/>
              </w:rPr>
              <w:t xml:space="preserve">Diploma di laurea in Scienze dell’ Educazione  </w:t>
            </w:r>
          </w:p>
        </w:tc>
        <w:tc>
          <w:tcPr>
            <w:tcW w:w="1756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center"/>
              <w:rPr>
                <w:rFonts w:ascii="Overlock" w:hAnsi="Overlock" w:cs="Overlock"/>
                <w:color w:val="000000"/>
                <w:sz w:val="24"/>
                <w:szCs w:val="24"/>
              </w:rPr>
            </w:pPr>
          </w:p>
          <w:p w:rsidR="007B3BB0" w:rsidRPr="00C50906" w:rsidRDefault="007B3BB0" w:rsidP="00C50906">
            <w:pPr>
              <w:pStyle w:val="normal0"/>
              <w:spacing w:after="0" w:line="240" w:lineRule="auto"/>
              <w:jc w:val="center"/>
              <w:rPr>
                <w:rFonts w:ascii="Overlock" w:hAnsi="Overlock" w:cs="Overlock"/>
                <w:color w:val="000000"/>
                <w:sz w:val="24"/>
                <w:szCs w:val="24"/>
              </w:rPr>
            </w:pPr>
          </w:p>
        </w:tc>
        <w:tc>
          <w:tcPr>
            <w:tcW w:w="2222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both"/>
              <w:rPr>
                <w:rFonts w:ascii="Overlock" w:hAnsi="Overlock" w:cs="Overlock"/>
                <w:color w:val="000000"/>
                <w:sz w:val="24"/>
                <w:szCs w:val="24"/>
              </w:rPr>
            </w:pPr>
          </w:p>
        </w:tc>
        <w:tc>
          <w:tcPr>
            <w:tcW w:w="2222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both"/>
              <w:rPr>
                <w:rFonts w:ascii="Overlock" w:hAnsi="Overlock" w:cs="Overlock"/>
                <w:color w:val="000000"/>
                <w:sz w:val="24"/>
                <w:szCs w:val="24"/>
              </w:rPr>
            </w:pPr>
          </w:p>
        </w:tc>
      </w:tr>
      <w:tr w:rsidR="007B3BB0" w:rsidTr="00C50906">
        <w:tc>
          <w:tcPr>
            <w:tcW w:w="3548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both"/>
              <w:rPr>
                <w:rFonts w:ascii="Overlock" w:hAnsi="Overlock" w:cs="Overlock"/>
                <w:color w:val="000000"/>
                <w:sz w:val="24"/>
                <w:szCs w:val="24"/>
              </w:rPr>
            </w:pPr>
            <w:r w:rsidRPr="00C50906">
              <w:rPr>
                <w:rFonts w:ascii="Overlock" w:hAnsi="Overlock" w:cs="Overlock"/>
                <w:color w:val="000000"/>
                <w:sz w:val="24"/>
                <w:szCs w:val="24"/>
              </w:rPr>
              <w:t>110 e lode</w:t>
            </w:r>
          </w:p>
        </w:tc>
        <w:tc>
          <w:tcPr>
            <w:tcW w:w="1756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center"/>
              <w:rPr>
                <w:rFonts w:ascii="Overlock" w:hAnsi="Overlock" w:cs="Overlock"/>
                <w:color w:val="000000"/>
                <w:sz w:val="24"/>
                <w:szCs w:val="24"/>
              </w:rPr>
            </w:pPr>
            <w:r w:rsidRPr="00C50906">
              <w:rPr>
                <w:rFonts w:ascii="Overlock" w:hAnsi="Overlock" w:cs="Overlock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22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both"/>
              <w:rPr>
                <w:rFonts w:ascii="Overlock" w:hAnsi="Overlock" w:cs="Overlock"/>
                <w:color w:val="000000"/>
                <w:sz w:val="24"/>
                <w:szCs w:val="24"/>
              </w:rPr>
            </w:pPr>
          </w:p>
        </w:tc>
        <w:tc>
          <w:tcPr>
            <w:tcW w:w="2222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both"/>
              <w:rPr>
                <w:rFonts w:ascii="Overlock" w:hAnsi="Overlock" w:cs="Overlock"/>
                <w:color w:val="000000"/>
                <w:sz w:val="24"/>
                <w:szCs w:val="24"/>
              </w:rPr>
            </w:pPr>
          </w:p>
        </w:tc>
      </w:tr>
      <w:tr w:rsidR="007B3BB0" w:rsidTr="00C50906">
        <w:tc>
          <w:tcPr>
            <w:tcW w:w="3548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both"/>
              <w:rPr>
                <w:rFonts w:ascii="Overlock" w:hAnsi="Overlock" w:cs="Overlock"/>
                <w:color w:val="000000"/>
                <w:sz w:val="24"/>
                <w:szCs w:val="24"/>
              </w:rPr>
            </w:pPr>
            <w:r w:rsidRPr="00C50906">
              <w:rPr>
                <w:rFonts w:ascii="Overlock" w:hAnsi="Overlock" w:cs="Overlock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756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center"/>
              <w:rPr>
                <w:rFonts w:ascii="Overlock" w:hAnsi="Overlock" w:cs="Overlock"/>
                <w:color w:val="000000"/>
                <w:sz w:val="24"/>
                <w:szCs w:val="24"/>
              </w:rPr>
            </w:pPr>
            <w:r w:rsidRPr="00C50906">
              <w:rPr>
                <w:rFonts w:ascii="Overlock" w:hAnsi="Overlock" w:cs="Overlock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22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both"/>
              <w:rPr>
                <w:rFonts w:ascii="Overlock" w:hAnsi="Overlock" w:cs="Overlock"/>
                <w:color w:val="000000"/>
                <w:sz w:val="24"/>
                <w:szCs w:val="24"/>
              </w:rPr>
            </w:pPr>
          </w:p>
        </w:tc>
        <w:tc>
          <w:tcPr>
            <w:tcW w:w="2222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both"/>
              <w:rPr>
                <w:rFonts w:ascii="Overlock" w:hAnsi="Overlock" w:cs="Overlock"/>
                <w:color w:val="000000"/>
                <w:sz w:val="24"/>
                <w:szCs w:val="24"/>
              </w:rPr>
            </w:pPr>
          </w:p>
        </w:tc>
      </w:tr>
      <w:tr w:rsidR="007B3BB0" w:rsidTr="00C50906">
        <w:tc>
          <w:tcPr>
            <w:tcW w:w="3548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both"/>
              <w:rPr>
                <w:rFonts w:ascii="Overlock" w:hAnsi="Overlock" w:cs="Overlock"/>
                <w:color w:val="000000"/>
                <w:sz w:val="24"/>
                <w:szCs w:val="24"/>
              </w:rPr>
            </w:pPr>
            <w:r w:rsidRPr="00C50906">
              <w:rPr>
                <w:rFonts w:ascii="Overlock" w:hAnsi="Overlock" w:cs="Overlock"/>
                <w:color w:val="000000"/>
                <w:sz w:val="24"/>
                <w:szCs w:val="24"/>
              </w:rPr>
              <w:t xml:space="preserve">Da </w:t>
            </w:r>
            <w:smartTag w:uri="urn:schemas-microsoft-com:office:smarttags" w:element="metricconverter">
              <w:smartTagPr>
                <w:attr w:name="ProductID" w:val="109 a"/>
              </w:smartTagPr>
              <w:r w:rsidRPr="00C50906">
                <w:rPr>
                  <w:rFonts w:ascii="Overlock" w:hAnsi="Overlock" w:cs="Overlock"/>
                  <w:color w:val="000000"/>
                  <w:sz w:val="24"/>
                  <w:szCs w:val="24"/>
                </w:rPr>
                <w:t>109 a</w:t>
              </w:r>
            </w:smartTag>
            <w:r w:rsidRPr="00C50906">
              <w:rPr>
                <w:rFonts w:ascii="Overlock" w:hAnsi="Overlock" w:cs="Overlock"/>
                <w:color w:val="000000"/>
                <w:sz w:val="24"/>
                <w:szCs w:val="24"/>
              </w:rPr>
              <w:t xml:space="preserve"> 99</w:t>
            </w:r>
          </w:p>
        </w:tc>
        <w:tc>
          <w:tcPr>
            <w:tcW w:w="1756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center"/>
              <w:rPr>
                <w:rFonts w:ascii="Overlock" w:hAnsi="Overlock" w:cs="Overlock"/>
                <w:color w:val="000000"/>
                <w:sz w:val="24"/>
                <w:szCs w:val="24"/>
              </w:rPr>
            </w:pPr>
            <w:r w:rsidRPr="00C50906">
              <w:rPr>
                <w:rFonts w:ascii="Overlock" w:hAnsi="Overlock" w:cs="Overlock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22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both"/>
              <w:rPr>
                <w:rFonts w:ascii="Overlock" w:hAnsi="Overlock" w:cs="Overlock"/>
                <w:color w:val="000000"/>
                <w:sz w:val="24"/>
                <w:szCs w:val="24"/>
              </w:rPr>
            </w:pPr>
          </w:p>
        </w:tc>
        <w:tc>
          <w:tcPr>
            <w:tcW w:w="2222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both"/>
              <w:rPr>
                <w:rFonts w:ascii="Overlock" w:hAnsi="Overlock" w:cs="Overlock"/>
                <w:color w:val="000000"/>
                <w:sz w:val="24"/>
                <w:szCs w:val="24"/>
              </w:rPr>
            </w:pPr>
          </w:p>
        </w:tc>
      </w:tr>
      <w:tr w:rsidR="007B3BB0" w:rsidTr="00C50906">
        <w:tc>
          <w:tcPr>
            <w:tcW w:w="3548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both"/>
              <w:rPr>
                <w:rFonts w:ascii="Overlock" w:hAnsi="Overlock" w:cs="Overlock"/>
                <w:color w:val="000000"/>
                <w:sz w:val="24"/>
                <w:szCs w:val="24"/>
              </w:rPr>
            </w:pPr>
            <w:r w:rsidRPr="00C50906">
              <w:rPr>
                <w:rFonts w:ascii="Overlock" w:hAnsi="Overlock" w:cs="Overlock"/>
                <w:color w:val="000000"/>
                <w:sz w:val="24"/>
                <w:szCs w:val="24"/>
              </w:rPr>
              <w:t>Fino a 98</w:t>
            </w:r>
          </w:p>
        </w:tc>
        <w:tc>
          <w:tcPr>
            <w:tcW w:w="1756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center"/>
              <w:rPr>
                <w:rFonts w:ascii="Overlock" w:hAnsi="Overlock" w:cs="Overlock"/>
                <w:color w:val="000000"/>
                <w:sz w:val="24"/>
                <w:szCs w:val="24"/>
              </w:rPr>
            </w:pPr>
            <w:r w:rsidRPr="00C50906">
              <w:rPr>
                <w:rFonts w:ascii="Overlock" w:hAnsi="Overlock" w:cs="Overlock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22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both"/>
              <w:rPr>
                <w:rFonts w:ascii="Overlock" w:hAnsi="Overlock" w:cs="Overlock"/>
                <w:color w:val="000000"/>
                <w:sz w:val="24"/>
                <w:szCs w:val="24"/>
              </w:rPr>
            </w:pPr>
          </w:p>
        </w:tc>
        <w:tc>
          <w:tcPr>
            <w:tcW w:w="2222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both"/>
              <w:rPr>
                <w:rFonts w:ascii="Overlock" w:hAnsi="Overlock" w:cs="Overlock"/>
                <w:color w:val="000000"/>
                <w:sz w:val="24"/>
                <w:szCs w:val="24"/>
              </w:rPr>
            </w:pPr>
          </w:p>
        </w:tc>
      </w:tr>
      <w:tr w:rsidR="007B3BB0" w:rsidTr="00C50906">
        <w:tc>
          <w:tcPr>
            <w:tcW w:w="3548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both"/>
              <w:rPr>
                <w:rFonts w:ascii="Overlock" w:hAnsi="Overlock" w:cs="Overlock"/>
                <w:color w:val="000000"/>
                <w:sz w:val="24"/>
                <w:szCs w:val="24"/>
              </w:rPr>
            </w:pPr>
            <w:r w:rsidRPr="00C50906">
              <w:rPr>
                <w:rFonts w:ascii="Overlock" w:hAnsi="Overlock" w:cs="Overlock"/>
                <w:color w:val="000000"/>
                <w:sz w:val="24"/>
                <w:szCs w:val="24"/>
              </w:rPr>
              <w:t>Diploma di laurea In Pedagogia Clinica</w:t>
            </w:r>
          </w:p>
        </w:tc>
        <w:tc>
          <w:tcPr>
            <w:tcW w:w="1756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center"/>
              <w:rPr>
                <w:rFonts w:ascii="Overlock" w:hAnsi="Overlock" w:cs="Overlock"/>
                <w:color w:val="000000"/>
                <w:sz w:val="24"/>
                <w:szCs w:val="24"/>
              </w:rPr>
            </w:pPr>
          </w:p>
        </w:tc>
        <w:tc>
          <w:tcPr>
            <w:tcW w:w="2222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both"/>
              <w:rPr>
                <w:rFonts w:ascii="Overlock" w:hAnsi="Overlock" w:cs="Overlock"/>
                <w:color w:val="000000"/>
                <w:sz w:val="24"/>
                <w:szCs w:val="24"/>
              </w:rPr>
            </w:pPr>
          </w:p>
        </w:tc>
        <w:tc>
          <w:tcPr>
            <w:tcW w:w="2222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both"/>
              <w:rPr>
                <w:rFonts w:ascii="Overlock" w:hAnsi="Overlock" w:cs="Overlock"/>
                <w:color w:val="000000"/>
                <w:sz w:val="24"/>
                <w:szCs w:val="24"/>
              </w:rPr>
            </w:pPr>
          </w:p>
        </w:tc>
      </w:tr>
      <w:tr w:rsidR="007B3BB0" w:rsidTr="00C50906">
        <w:tc>
          <w:tcPr>
            <w:tcW w:w="3548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both"/>
              <w:rPr>
                <w:rFonts w:ascii="Overlock" w:hAnsi="Overlock" w:cs="Overlock"/>
                <w:color w:val="000000"/>
                <w:sz w:val="24"/>
                <w:szCs w:val="24"/>
              </w:rPr>
            </w:pPr>
            <w:r w:rsidRPr="00C50906">
              <w:rPr>
                <w:rFonts w:ascii="Overlock" w:hAnsi="Overlock" w:cs="Overlock"/>
                <w:color w:val="000000"/>
                <w:sz w:val="24"/>
                <w:szCs w:val="24"/>
              </w:rPr>
              <w:t>110 e lode</w:t>
            </w:r>
          </w:p>
        </w:tc>
        <w:tc>
          <w:tcPr>
            <w:tcW w:w="1756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center"/>
              <w:rPr>
                <w:rFonts w:ascii="Overlock" w:hAnsi="Overlock" w:cs="Overlock"/>
                <w:color w:val="000000"/>
                <w:sz w:val="24"/>
                <w:szCs w:val="24"/>
              </w:rPr>
            </w:pPr>
            <w:r w:rsidRPr="00C50906">
              <w:rPr>
                <w:rFonts w:ascii="Overlock" w:hAnsi="Overlock" w:cs="Overlock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22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both"/>
              <w:rPr>
                <w:rFonts w:ascii="Overlock" w:hAnsi="Overlock" w:cs="Overlock"/>
                <w:color w:val="000000"/>
                <w:sz w:val="24"/>
                <w:szCs w:val="24"/>
              </w:rPr>
            </w:pPr>
          </w:p>
        </w:tc>
        <w:tc>
          <w:tcPr>
            <w:tcW w:w="2222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both"/>
              <w:rPr>
                <w:rFonts w:ascii="Overlock" w:hAnsi="Overlock" w:cs="Overlock"/>
                <w:color w:val="000000"/>
                <w:sz w:val="24"/>
                <w:szCs w:val="24"/>
              </w:rPr>
            </w:pPr>
          </w:p>
        </w:tc>
      </w:tr>
      <w:tr w:rsidR="007B3BB0" w:rsidTr="00C50906">
        <w:tc>
          <w:tcPr>
            <w:tcW w:w="3548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both"/>
              <w:rPr>
                <w:rFonts w:ascii="Overlock" w:hAnsi="Overlock" w:cs="Overlock"/>
                <w:color w:val="000000"/>
                <w:sz w:val="24"/>
                <w:szCs w:val="24"/>
              </w:rPr>
            </w:pPr>
            <w:r w:rsidRPr="00C50906">
              <w:rPr>
                <w:rFonts w:ascii="Overlock" w:hAnsi="Overlock" w:cs="Overlock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756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center"/>
              <w:rPr>
                <w:rFonts w:ascii="Overlock" w:hAnsi="Overlock" w:cs="Overlock"/>
                <w:color w:val="000000"/>
                <w:sz w:val="24"/>
                <w:szCs w:val="24"/>
              </w:rPr>
            </w:pPr>
            <w:r w:rsidRPr="00C50906">
              <w:rPr>
                <w:rFonts w:ascii="Overlock" w:hAnsi="Overlock" w:cs="Overlock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22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both"/>
              <w:rPr>
                <w:rFonts w:ascii="Overlock" w:hAnsi="Overlock" w:cs="Overlock"/>
                <w:color w:val="000000"/>
                <w:sz w:val="24"/>
                <w:szCs w:val="24"/>
              </w:rPr>
            </w:pPr>
          </w:p>
        </w:tc>
        <w:tc>
          <w:tcPr>
            <w:tcW w:w="2222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both"/>
              <w:rPr>
                <w:rFonts w:ascii="Overlock" w:hAnsi="Overlock" w:cs="Overlock"/>
                <w:color w:val="000000"/>
                <w:sz w:val="24"/>
                <w:szCs w:val="24"/>
              </w:rPr>
            </w:pPr>
          </w:p>
        </w:tc>
      </w:tr>
      <w:tr w:rsidR="007B3BB0" w:rsidTr="00C50906">
        <w:tc>
          <w:tcPr>
            <w:tcW w:w="3548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both"/>
              <w:rPr>
                <w:rFonts w:ascii="Overlock" w:hAnsi="Overlock" w:cs="Overlock"/>
                <w:color w:val="000000"/>
                <w:sz w:val="24"/>
                <w:szCs w:val="24"/>
              </w:rPr>
            </w:pPr>
            <w:r w:rsidRPr="00C50906">
              <w:rPr>
                <w:rFonts w:ascii="Overlock" w:hAnsi="Overlock" w:cs="Overlock"/>
                <w:color w:val="000000"/>
                <w:sz w:val="24"/>
                <w:szCs w:val="24"/>
              </w:rPr>
              <w:t xml:space="preserve">Da </w:t>
            </w:r>
            <w:smartTag w:uri="urn:schemas-microsoft-com:office:smarttags" w:element="metricconverter">
              <w:smartTagPr>
                <w:attr w:name="ProductID" w:val="109 a"/>
              </w:smartTagPr>
              <w:r w:rsidRPr="00C50906">
                <w:rPr>
                  <w:rFonts w:ascii="Overlock" w:hAnsi="Overlock" w:cs="Overlock"/>
                  <w:color w:val="000000"/>
                  <w:sz w:val="24"/>
                  <w:szCs w:val="24"/>
                </w:rPr>
                <w:t>109 a</w:t>
              </w:r>
            </w:smartTag>
            <w:r w:rsidRPr="00C50906">
              <w:rPr>
                <w:rFonts w:ascii="Overlock" w:hAnsi="Overlock" w:cs="Overlock"/>
                <w:color w:val="000000"/>
                <w:sz w:val="24"/>
                <w:szCs w:val="24"/>
              </w:rPr>
              <w:t xml:space="preserve"> 99</w:t>
            </w:r>
          </w:p>
        </w:tc>
        <w:tc>
          <w:tcPr>
            <w:tcW w:w="1756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center"/>
              <w:rPr>
                <w:rFonts w:ascii="Overlock" w:hAnsi="Overlock" w:cs="Overlock"/>
                <w:color w:val="000000"/>
                <w:sz w:val="24"/>
                <w:szCs w:val="24"/>
              </w:rPr>
            </w:pPr>
            <w:r w:rsidRPr="00C50906">
              <w:rPr>
                <w:rFonts w:ascii="Overlock" w:hAnsi="Overlock" w:cs="Overlock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22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both"/>
              <w:rPr>
                <w:rFonts w:ascii="Overlock" w:hAnsi="Overlock" w:cs="Overlock"/>
                <w:color w:val="000000"/>
                <w:sz w:val="24"/>
                <w:szCs w:val="24"/>
              </w:rPr>
            </w:pPr>
          </w:p>
        </w:tc>
        <w:tc>
          <w:tcPr>
            <w:tcW w:w="2222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both"/>
              <w:rPr>
                <w:rFonts w:ascii="Overlock" w:hAnsi="Overlock" w:cs="Overlock"/>
                <w:color w:val="000000"/>
                <w:sz w:val="24"/>
                <w:szCs w:val="24"/>
              </w:rPr>
            </w:pPr>
          </w:p>
        </w:tc>
      </w:tr>
      <w:tr w:rsidR="007B3BB0" w:rsidTr="00C50906">
        <w:tc>
          <w:tcPr>
            <w:tcW w:w="3548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both"/>
              <w:rPr>
                <w:rFonts w:ascii="Overlock" w:hAnsi="Overlock" w:cs="Overlock"/>
                <w:color w:val="000000"/>
                <w:sz w:val="24"/>
                <w:szCs w:val="24"/>
              </w:rPr>
            </w:pPr>
            <w:r w:rsidRPr="00C50906">
              <w:rPr>
                <w:rFonts w:ascii="Overlock" w:hAnsi="Overlock" w:cs="Overlock"/>
                <w:color w:val="000000"/>
                <w:sz w:val="24"/>
                <w:szCs w:val="24"/>
              </w:rPr>
              <w:t>Fino a 98</w:t>
            </w:r>
          </w:p>
        </w:tc>
        <w:tc>
          <w:tcPr>
            <w:tcW w:w="1756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center"/>
              <w:rPr>
                <w:rFonts w:ascii="Overlock" w:hAnsi="Overlock" w:cs="Overlock"/>
                <w:color w:val="000000"/>
                <w:sz w:val="24"/>
                <w:szCs w:val="24"/>
              </w:rPr>
            </w:pPr>
            <w:r w:rsidRPr="00C50906">
              <w:rPr>
                <w:rFonts w:ascii="Overlock" w:hAnsi="Overlock" w:cs="Overlock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22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both"/>
              <w:rPr>
                <w:rFonts w:ascii="Overlock" w:hAnsi="Overlock" w:cs="Overlock"/>
                <w:color w:val="000000"/>
                <w:sz w:val="24"/>
                <w:szCs w:val="24"/>
              </w:rPr>
            </w:pPr>
          </w:p>
        </w:tc>
        <w:tc>
          <w:tcPr>
            <w:tcW w:w="2222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both"/>
              <w:rPr>
                <w:rFonts w:ascii="Overlock" w:hAnsi="Overlock" w:cs="Overlock"/>
                <w:color w:val="000000"/>
                <w:sz w:val="24"/>
                <w:szCs w:val="24"/>
              </w:rPr>
            </w:pPr>
          </w:p>
        </w:tc>
      </w:tr>
      <w:tr w:rsidR="007B3BB0" w:rsidTr="00C50906">
        <w:tc>
          <w:tcPr>
            <w:tcW w:w="3548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both"/>
              <w:rPr>
                <w:rFonts w:ascii="Overlock" w:hAnsi="Overlock" w:cs="Overlock"/>
                <w:b/>
                <w:color w:val="000000"/>
                <w:sz w:val="24"/>
                <w:szCs w:val="24"/>
              </w:rPr>
            </w:pPr>
          </w:p>
          <w:p w:rsidR="007B3BB0" w:rsidRPr="00C50906" w:rsidRDefault="007B3BB0" w:rsidP="00C50906">
            <w:pPr>
              <w:pStyle w:val="normal0"/>
              <w:spacing w:after="0" w:line="240" w:lineRule="auto"/>
              <w:jc w:val="both"/>
              <w:rPr>
                <w:rFonts w:ascii="Overlock" w:hAnsi="Overlock" w:cs="Overlock"/>
                <w:b/>
                <w:color w:val="000000"/>
                <w:sz w:val="24"/>
                <w:szCs w:val="24"/>
              </w:rPr>
            </w:pPr>
            <w:r w:rsidRPr="00C50906">
              <w:rPr>
                <w:rFonts w:ascii="Overlock" w:hAnsi="Overlock" w:cs="Overlock"/>
                <w:b/>
                <w:color w:val="000000"/>
                <w:sz w:val="24"/>
                <w:szCs w:val="24"/>
              </w:rPr>
              <w:t>TOTALE</w:t>
            </w:r>
          </w:p>
          <w:p w:rsidR="007B3BB0" w:rsidRPr="00C50906" w:rsidRDefault="007B3BB0" w:rsidP="00C50906">
            <w:pPr>
              <w:pStyle w:val="normal0"/>
              <w:spacing w:after="0" w:line="240" w:lineRule="auto"/>
              <w:jc w:val="both"/>
              <w:rPr>
                <w:rFonts w:ascii="Overlock" w:hAnsi="Overlock" w:cs="Overlock"/>
                <w:b/>
                <w:color w:val="000000"/>
                <w:sz w:val="24"/>
                <w:szCs w:val="24"/>
              </w:rPr>
            </w:pPr>
          </w:p>
        </w:tc>
        <w:tc>
          <w:tcPr>
            <w:tcW w:w="1756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center"/>
              <w:rPr>
                <w:rFonts w:ascii="Overlock" w:hAnsi="Overlock" w:cs="Overlock"/>
                <w:b/>
                <w:color w:val="000000"/>
                <w:sz w:val="24"/>
                <w:szCs w:val="24"/>
              </w:rPr>
            </w:pPr>
          </w:p>
          <w:p w:rsidR="007B3BB0" w:rsidRPr="00C50906" w:rsidRDefault="007B3BB0" w:rsidP="00C50906">
            <w:pPr>
              <w:pStyle w:val="normal0"/>
              <w:spacing w:after="0" w:line="240" w:lineRule="auto"/>
              <w:jc w:val="center"/>
              <w:rPr>
                <w:rFonts w:ascii="Overlock" w:hAnsi="Overlock" w:cs="Overlock"/>
                <w:b/>
                <w:color w:val="000000"/>
                <w:sz w:val="24"/>
                <w:szCs w:val="24"/>
              </w:rPr>
            </w:pPr>
            <w:r w:rsidRPr="00C50906">
              <w:rPr>
                <w:rFonts w:ascii="Overlock" w:hAnsi="Overlock" w:cs="Overlock"/>
                <w:b/>
                <w:color w:val="000000"/>
                <w:sz w:val="24"/>
                <w:szCs w:val="24"/>
              </w:rPr>
              <w:t>MASSIMO 100 PUNTI</w:t>
            </w:r>
          </w:p>
        </w:tc>
        <w:tc>
          <w:tcPr>
            <w:tcW w:w="2222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both"/>
              <w:rPr>
                <w:rFonts w:ascii="Overlock" w:hAnsi="Overlock" w:cs="Overlock"/>
                <w:b/>
                <w:i/>
                <w:color w:val="000000"/>
                <w:sz w:val="24"/>
                <w:szCs w:val="24"/>
              </w:rPr>
            </w:pPr>
            <w:r w:rsidRPr="00C50906">
              <w:rPr>
                <w:rFonts w:ascii="Overlock" w:hAnsi="Overlock" w:cs="Overlock"/>
                <w:b/>
                <w:i/>
                <w:sz w:val="24"/>
                <w:szCs w:val="24"/>
              </w:rPr>
              <w:t>Scrivere qui il totale acquisito dal candidato/a</w:t>
            </w:r>
          </w:p>
        </w:tc>
        <w:tc>
          <w:tcPr>
            <w:tcW w:w="2222" w:type="dxa"/>
            <w:vAlign w:val="center"/>
          </w:tcPr>
          <w:p w:rsidR="007B3BB0" w:rsidRPr="00C50906" w:rsidRDefault="007B3BB0" w:rsidP="00C50906">
            <w:pPr>
              <w:pStyle w:val="normal0"/>
              <w:spacing w:after="0" w:line="240" w:lineRule="auto"/>
              <w:jc w:val="both"/>
              <w:rPr>
                <w:rFonts w:ascii="Overlock" w:hAnsi="Overlock" w:cs="Overlock"/>
                <w:b/>
                <w:color w:val="000000"/>
                <w:sz w:val="24"/>
                <w:szCs w:val="24"/>
              </w:rPr>
            </w:pPr>
          </w:p>
        </w:tc>
      </w:tr>
    </w:tbl>
    <w:p w:rsidR="007B3BB0" w:rsidRDefault="007B3BB0">
      <w:pPr>
        <w:pStyle w:val="normal0"/>
        <w:spacing w:after="0"/>
        <w:jc w:val="both"/>
        <w:rPr>
          <w:rFonts w:ascii="Overlock" w:hAnsi="Overlock" w:cs="Overlock"/>
          <w:sz w:val="28"/>
          <w:szCs w:val="28"/>
        </w:rPr>
      </w:pPr>
    </w:p>
    <w:p w:rsidR="007B3BB0" w:rsidRDefault="007B3BB0">
      <w:pPr>
        <w:pStyle w:val="normal0"/>
        <w:spacing w:after="0"/>
        <w:jc w:val="both"/>
        <w:rPr>
          <w:rFonts w:ascii="Overlock" w:hAnsi="Overlock" w:cs="Overlock"/>
          <w:i/>
          <w:sz w:val="28"/>
          <w:szCs w:val="28"/>
        </w:rPr>
      </w:pPr>
    </w:p>
    <w:p w:rsidR="007B3BB0" w:rsidRDefault="007B3BB0">
      <w:pPr>
        <w:pStyle w:val="normal0"/>
        <w:spacing w:after="0"/>
        <w:jc w:val="both"/>
        <w:rPr>
          <w:rFonts w:ascii="Overlock" w:hAnsi="Overlock" w:cs="Overlock"/>
          <w:i/>
          <w:sz w:val="28"/>
          <w:szCs w:val="28"/>
        </w:rPr>
      </w:pPr>
      <w:r>
        <w:rPr>
          <w:rFonts w:ascii="Overlock" w:hAnsi="Overlock" w:cs="Overlock"/>
          <w:i/>
          <w:sz w:val="28"/>
          <w:szCs w:val="28"/>
        </w:rPr>
        <w:t>Allega:</w:t>
      </w:r>
    </w:p>
    <w:p w:rsidR="007B3BB0" w:rsidRDefault="007B3BB0">
      <w:pPr>
        <w:pStyle w:val="normal0"/>
        <w:numPr>
          <w:ilvl w:val="0"/>
          <w:numId w:val="1"/>
        </w:numPr>
        <w:spacing w:after="0"/>
        <w:jc w:val="both"/>
        <w:rPr>
          <w:rFonts w:ascii="Overlock" w:hAnsi="Overlock" w:cs="Overlock"/>
          <w:i/>
          <w:sz w:val="28"/>
          <w:szCs w:val="28"/>
        </w:rPr>
      </w:pPr>
      <w:r>
        <w:rPr>
          <w:rFonts w:ascii="Overlock" w:hAnsi="Overlock" w:cs="Overlock"/>
          <w:i/>
          <w:sz w:val="28"/>
          <w:szCs w:val="28"/>
        </w:rPr>
        <w:t>Curriculum Vitae;</w:t>
      </w:r>
    </w:p>
    <w:p w:rsidR="007B3BB0" w:rsidRDefault="007B3BB0">
      <w:pPr>
        <w:pStyle w:val="normal0"/>
        <w:numPr>
          <w:ilvl w:val="0"/>
          <w:numId w:val="1"/>
        </w:numPr>
        <w:spacing w:after="0"/>
        <w:jc w:val="both"/>
        <w:rPr>
          <w:rFonts w:ascii="Overlock" w:hAnsi="Overlock" w:cs="Overlock"/>
          <w:i/>
          <w:sz w:val="28"/>
          <w:szCs w:val="28"/>
        </w:rPr>
      </w:pPr>
      <w:r>
        <w:rPr>
          <w:rFonts w:ascii="Overlock" w:hAnsi="Overlock" w:cs="Overlock"/>
          <w:i/>
          <w:sz w:val="28"/>
          <w:szCs w:val="28"/>
        </w:rPr>
        <w:t>copia del documento d’Identità.</w:t>
      </w:r>
    </w:p>
    <w:p w:rsidR="007B3BB0" w:rsidRDefault="007B3BB0">
      <w:pPr>
        <w:pStyle w:val="normal0"/>
        <w:spacing w:after="0" w:line="240" w:lineRule="auto"/>
        <w:jc w:val="both"/>
        <w:rPr>
          <w:rFonts w:ascii="Overlock" w:hAnsi="Overlock" w:cs="Overlock"/>
          <w:b/>
          <w:sz w:val="24"/>
          <w:szCs w:val="24"/>
        </w:rPr>
      </w:pPr>
    </w:p>
    <w:p w:rsidR="007B3BB0" w:rsidRDefault="007B3BB0">
      <w:pPr>
        <w:pStyle w:val="normal0"/>
        <w:widowControl w:val="0"/>
        <w:spacing w:after="0" w:line="240" w:lineRule="auto"/>
        <w:ind w:left="6372" w:firstLine="707"/>
        <w:jc w:val="both"/>
        <w:rPr>
          <w:rFonts w:ascii="Overlock" w:hAnsi="Overlock" w:cs="Overlock"/>
        </w:rPr>
      </w:pPr>
    </w:p>
    <w:p w:rsidR="007B3BB0" w:rsidRDefault="007B3BB0">
      <w:pPr>
        <w:pStyle w:val="normal0"/>
        <w:spacing w:after="0" w:line="240" w:lineRule="auto"/>
        <w:ind w:left="4818"/>
        <w:rPr>
          <w:rFonts w:ascii="Overlock" w:hAnsi="Overlock" w:cs="Overlock"/>
        </w:rPr>
      </w:pPr>
      <w:r>
        <w:rPr>
          <w:rFonts w:ascii="Overlock" w:hAnsi="Overlock" w:cs="Overlock"/>
        </w:rPr>
        <w:tab/>
      </w:r>
      <w:r>
        <w:rPr>
          <w:rFonts w:ascii="Overlock" w:hAnsi="Overlock" w:cs="Overlock"/>
        </w:rPr>
        <w:tab/>
      </w:r>
      <w:r>
        <w:rPr>
          <w:rFonts w:ascii="Overlock" w:hAnsi="Overlock" w:cs="Overlock"/>
        </w:rPr>
        <w:tab/>
      </w:r>
      <w:r>
        <w:rPr>
          <w:rFonts w:ascii="Overlock" w:hAnsi="Overlock" w:cs="Overlock"/>
        </w:rPr>
        <w:tab/>
      </w:r>
      <w:r>
        <w:rPr>
          <w:rFonts w:ascii="Overlock" w:hAnsi="Overlock" w:cs="Overlock"/>
        </w:rPr>
        <w:tab/>
      </w:r>
      <w:r>
        <w:rPr>
          <w:rFonts w:ascii="Overlock" w:hAnsi="Overlock" w:cs="Overlock"/>
        </w:rPr>
        <w:tab/>
      </w:r>
    </w:p>
    <w:p w:rsidR="007B3BB0" w:rsidRDefault="007B3BB0">
      <w:pPr>
        <w:pStyle w:val="normal0"/>
        <w:spacing w:after="0" w:line="240" w:lineRule="auto"/>
        <w:ind w:left="4818"/>
        <w:rPr>
          <w:rFonts w:ascii="Overlock" w:hAnsi="Overlock" w:cs="Overlock"/>
        </w:rPr>
      </w:pPr>
      <w:r>
        <w:rPr>
          <w:rFonts w:ascii="Overlock" w:hAnsi="Overlock" w:cs="Overlock"/>
        </w:rPr>
        <w:t>Luogo ___________________________</w:t>
      </w:r>
    </w:p>
    <w:p w:rsidR="007B3BB0" w:rsidRDefault="007B3BB0">
      <w:pPr>
        <w:pStyle w:val="normal0"/>
        <w:spacing w:after="0" w:line="240" w:lineRule="auto"/>
        <w:ind w:left="4818"/>
        <w:rPr>
          <w:rFonts w:ascii="Overlock" w:hAnsi="Overlock" w:cs="Overlock"/>
        </w:rPr>
      </w:pPr>
    </w:p>
    <w:p w:rsidR="007B3BB0" w:rsidRDefault="007B3BB0">
      <w:pPr>
        <w:pStyle w:val="normal0"/>
        <w:spacing w:after="0" w:line="240" w:lineRule="auto"/>
        <w:ind w:left="4818"/>
        <w:rPr>
          <w:rFonts w:ascii="Overlock" w:hAnsi="Overlock" w:cs="Overlock"/>
        </w:rPr>
      </w:pPr>
      <w:r>
        <w:rPr>
          <w:rFonts w:ascii="Overlock" w:hAnsi="Overlock" w:cs="Overlock"/>
        </w:rPr>
        <w:t>Data   ___________________________</w:t>
      </w:r>
    </w:p>
    <w:p w:rsidR="007B3BB0" w:rsidRDefault="007B3BB0">
      <w:pPr>
        <w:pStyle w:val="normal0"/>
        <w:spacing w:after="0" w:line="240" w:lineRule="auto"/>
        <w:ind w:left="4818"/>
        <w:rPr>
          <w:rFonts w:ascii="Overlock" w:hAnsi="Overlock" w:cs="Overlock"/>
        </w:rPr>
      </w:pPr>
    </w:p>
    <w:p w:rsidR="007B3BB0" w:rsidRDefault="007B3BB0">
      <w:pPr>
        <w:pStyle w:val="normal0"/>
        <w:spacing w:after="0" w:line="240" w:lineRule="auto"/>
        <w:ind w:left="4818"/>
        <w:rPr>
          <w:rFonts w:ascii="Overlock" w:hAnsi="Overlock" w:cs="Overlock"/>
        </w:rPr>
      </w:pPr>
      <w:r>
        <w:rPr>
          <w:rFonts w:ascii="Overlock" w:hAnsi="Overlock" w:cs="Overlock"/>
        </w:rPr>
        <w:t>Firma ___________________________</w:t>
      </w:r>
    </w:p>
    <w:p w:rsidR="007B3BB0" w:rsidRDefault="007B3BB0">
      <w:pPr>
        <w:pStyle w:val="normal0"/>
        <w:spacing w:after="0" w:line="240" w:lineRule="auto"/>
        <w:rPr>
          <w:rFonts w:ascii="Overlock" w:hAnsi="Overlock" w:cs="Overlock"/>
        </w:rPr>
      </w:pPr>
    </w:p>
    <w:p w:rsidR="007B3BB0" w:rsidRDefault="007B3BB0">
      <w:pPr>
        <w:pStyle w:val="normal0"/>
        <w:spacing w:after="0" w:line="240" w:lineRule="auto"/>
        <w:rPr>
          <w:rFonts w:ascii="Overlock" w:hAnsi="Overlock" w:cs="Overlock"/>
        </w:rPr>
      </w:pPr>
    </w:p>
    <w:p w:rsidR="007B3BB0" w:rsidRDefault="007B3BB0">
      <w:pPr>
        <w:pStyle w:val="normal0"/>
        <w:spacing w:after="0" w:line="240" w:lineRule="auto"/>
        <w:jc w:val="both"/>
        <w:rPr>
          <w:rFonts w:ascii="Overlock" w:hAnsi="Overlock" w:cs="Overlock"/>
          <w:sz w:val="24"/>
          <w:szCs w:val="24"/>
        </w:rPr>
      </w:pPr>
    </w:p>
    <w:sectPr w:rsidR="007B3BB0" w:rsidSect="00B46B11">
      <w:pgSz w:w="11906" w:h="16838"/>
      <w:pgMar w:top="1133" w:right="1133" w:bottom="1133" w:left="1133" w:header="708" w:footer="708" w:gutter="0"/>
      <w:pgNumType w:start="1"/>
      <w:cols w:space="720"/>
      <w:rtlGutter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Overlock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37EE8"/>
    <w:multiLevelType w:val="multilevel"/>
    <w:tmpl w:val="FFFFFFFF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rFonts w:cs="Times New Roman"/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cs="Times New Roman"/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rFonts w:cs="Times New Roman"/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6B11"/>
    <w:rsid w:val="005744AA"/>
    <w:rsid w:val="007B3BB0"/>
    <w:rsid w:val="00B46B11"/>
    <w:rsid w:val="00C50906"/>
    <w:rsid w:val="00F96C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</w:style>
  <w:style w:type="paragraph" w:styleId="Heading1">
    <w:name w:val="heading 1"/>
    <w:basedOn w:val="normal0"/>
    <w:next w:val="normal0"/>
    <w:link w:val="Heading1Char"/>
    <w:uiPriority w:val="99"/>
    <w:qFormat/>
    <w:rsid w:val="00B46B1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link w:val="Heading2Char"/>
    <w:uiPriority w:val="99"/>
    <w:qFormat/>
    <w:rsid w:val="00B46B1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link w:val="Heading3Char"/>
    <w:uiPriority w:val="99"/>
    <w:qFormat/>
    <w:rsid w:val="00B46B1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link w:val="Heading4Char"/>
    <w:uiPriority w:val="99"/>
    <w:qFormat/>
    <w:rsid w:val="00B46B1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link w:val="Heading5Char"/>
    <w:uiPriority w:val="99"/>
    <w:qFormat/>
    <w:rsid w:val="00B46B11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link w:val="Heading6Char"/>
    <w:uiPriority w:val="99"/>
    <w:qFormat/>
    <w:rsid w:val="00B46B1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B5CF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5CF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B5CF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5CF4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B5CF4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B5CF4"/>
    <w:rPr>
      <w:rFonts w:asciiTheme="minorHAnsi" w:eastAsiaTheme="minorEastAsia" w:hAnsiTheme="minorHAnsi" w:cstheme="minorBidi"/>
      <w:b/>
      <w:bCs/>
    </w:rPr>
  </w:style>
  <w:style w:type="paragraph" w:customStyle="1" w:styleId="normal0">
    <w:name w:val="normal"/>
    <w:uiPriority w:val="99"/>
    <w:rsid w:val="00B46B11"/>
    <w:pPr>
      <w:spacing w:after="160" w:line="259" w:lineRule="auto"/>
    </w:pPr>
  </w:style>
  <w:style w:type="paragraph" w:styleId="Title">
    <w:name w:val="Title"/>
    <w:basedOn w:val="normal0"/>
    <w:next w:val="normal0"/>
    <w:link w:val="TitleChar"/>
    <w:uiPriority w:val="99"/>
    <w:qFormat/>
    <w:rsid w:val="00B46B11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FB5CF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0"/>
    <w:next w:val="normal0"/>
    <w:link w:val="SubtitleChar"/>
    <w:uiPriority w:val="99"/>
    <w:qFormat/>
    <w:rsid w:val="00B46B11"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FB5CF4"/>
    <w:rPr>
      <w:rFonts w:asciiTheme="majorHAnsi" w:eastAsiaTheme="majorEastAsia" w:hAnsiTheme="majorHAnsi" w:cstheme="majorBidi"/>
      <w:sz w:val="24"/>
      <w:szCs w:val="24"/>
    </w:rPr>
  </w:style>
  <w:style w:type="table" w:customStyle="1" w:styleId="Stile">
    <w:name w:val="Stile"/>
    <w:uiPriority w:val="99"/>
    <w:rsid w:val="00B46B11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625</Words>
  <Characters>3566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4</dc:title>
  <dc:subject/>
  <dc:creator/>
  <cp:keywords/>
  <dc:description/>
  <cp:lastModifiedBy>Utente</cp:lastModifiedBy>
  <cp:revision>2</cp:revision>
  <dcterms:created xsi:type="dcterms:W3CDTF">2020-01-07T12:20:00Z</dcterms:created>
  <dcterms:modified xsi:type="dcterms:W3CDTF">2020-01-07T12:20:00Z</dcterms:modified>
</cp:coreProperties>
</file>